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28E" w:rsidRDefault="0034328E" w:rsidP="00A557C0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Pr="00A7232A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CE6B36" w:rsidRDefault="00CE6B36" w:rsidP="00CE6B36">
      <w:pPr>
        <w:pStyle w:val="Doctitle0"/>
      </w:pPr>
      <w:r>
        <w:t xml:space="preserve">Test Project </w:t>
      </w:r>
      <w:r w:rsidR="00014570">
        <w:t xml:space="preserve">Day </w:t>
      </w:r>
      <w:r w:rsidR="00EA0495">
        <w:t>3</w:t>
      </w:r>
    </w:p>
    <w:p w:rsidR="008E4615" w:rsidRDefault="008E4615" w:rsidP="00CE6B36">
      <w:pPr>
        <w:pStyle w:val="Doctitle0"/>
      </w:pPr>
      <w:r>
        <w:t xml:space="preserve">Mechanical </w:t>
      </w:r>
      <w:r w:rsidR="00EA0495">
        <w:t>Design Challenge</w:t>
      </w:r>
    </w:p>
    <w:p w:rsidR="00CE6B36" w:rsidRDefault="00723FEA" w:rsidP="00CE6B36">
      <w:pPr>
        <w:pStyle w:val="Docsubtitle1"/>
      </w:pPr>
      <w:r>
        <w:t>WSC2013</w:t>
      </w:r>
      <w:r w:rsidR="00EA0495">
        <w:t>_TP05_M3</w:t>
      </w:r>
      <w:r w:rsidR="003F1A26">
        <w:t>_</w:t>
      </w:r>
      <w:r w:rsidR="00CE6B36">
        <w:t>EN</w:t>
      </w:r>
    </w:p>
    <w:p w:rsidR="00CE6B36" w:rsidRDefault="00CE6B36" w:rsidP="00CE6B36">
      <w:pPr>
        <w:pStyle w:val="Docsubtitle2"/>
      </w:pPr>
    </w:p>
    <w:p w:rsidR="00CE6B36" w:rsidRDefault="00CE6B36" w:rsidP="00CE6B36">
      <w:pPr>
        <w:pStyle w:val="Docsubtitle2"/>
      </w:pPr>
      <w:r>
        <w:t>Submitted by:</w:t>
      </w:r>
      <w:r w:rsidR="002209DA">
        <w:t xml:space="preserve"> </w:t>
      </w:r>
      <w:r w:rsidR="00014570">
        <w:t>Autodesk</w:t>
      </w:r>
      <w:r w:rsidR="00D8328C">
        <w:rPr>
          <w:rFonts w:cs="Arial"/>
        </w:rPr>
        <w:t>®</w:t>
      </w:r>
      <w:r w:rsidR="00014570">
        <w:t xml:space="preserve"> Inc.</w:t>
      </w:r>
    </w:p>
    <w:p w:rsidR="005E22F4" w:rsidRDefault="005E22F4" w:rsidP="00CE6B36"/>
    <w:p w:rsidR="005E22F4" w:rsidRPr="0034328E" w:rsidRDefault="005E22F4" w:rsidP="00CE6B36">
      <w:pPr>
        <w:sectPr w:rsidR="005E22F4" w:rsidRPr="0034328E" w:rsidSect="00F56128">
          <w:headerReference w:type="default" r:id="rId7"/>
          <w:footerReference w:type="default" r:id="rId8"/>
          <w:pgSz w:w="11907" w:h="16839" w:code="9"/>
          <w:pgMar w:top="1985" w:right="1134" w:bottom="1418" w:left="1134" w:header="567" w:footer="284" w:gutter="0"/>
          <w:cols w:space="708"/>
          <w:docGrid w:linePitch="360"/>
        </w:sectPr>
      </w:pPr>
    </w:p>
    <w:p w:rsidR="00CE6B36" w:rsidRDefault="00CE6B36" w:rsidP="00CE6B36">
      <w:pPr>
        <w:pStyle w:val="Heading1"/>
      </w:pPr>
      <w:bookmarkStart w:id="0" w:name="_Toc60882171"/>
      <w:bookmarkStart w:id="1" w:name="_Toc60887857"/>
      <w:r>
        <w:lastRenderedPageBreak/>
        <w:t>Contents</w:t>
      </w:r>
      <w:bookmarkEnd w:id="0"/>
      <w:bookmarkEnd w:id="1"/>
    </w:p>
    <w:p w:rsidR="00CE6B36" w:rsidRDefault="00CE6B36" w:rsidP="00CE6B36">
      <w:r>
        <w:t>This Test Project proposal consists of the following documentation/files: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10637" w:rsidTr="00C961C8">
        <w:tc>
          <w:tcPr>
            <w:tcW w:w="4814" w:type="dxa"/>
          </w:tcPr>
          <w:p w:rsidR="00F10637" w:rsidRPr="00F10637" w:rsidRDefault="00F10637" w:rsidP="00F10637">
            <w:pPr>
              <w:pStyle w:val="numberedlist"/>
              <w:tabs>
                <w:tab w:val="num" w:pos="360"/>
              </w:tabs>
              <w:ind w:left="360" w:hanging="360"/>
              <w:contextualSpacing w:val="0"/>
              <w:rPr>
                <w:b/>
              </w:rPr>
            </w:pPr>
            <w:r>
              <w:rPr>
                <w:b/>
              </w:rPr>
              <w:t>PROJECT 1</w:t>
            </w:r>
          </w:p>
        </w:tc>
        <w:tc>
          <w:tcPr>
            <w:tcW w:w="4815" w:type="dxa"/>
          </w:tcPr>
          <w:p w:rsidR="00F10637" w:rsidRPr="00F10637" w:rsidRDefault="00F10637" w:rsidP="00CE6B36">
            <w:pPr>
              <w:rPr>
                <w:b/>
              </w:rPr>
            </w:pPr>
            <w:r w:rsidRPr="00F10637">
              <w:rPr>
                <w:b/>
              </w:rPr>
              <w:t>PROJECT 2</w:t>
            </w:r>
          </w:p>
        </w:tc>
      </w:tr>
      <w:tr w:rsidR="00F10637" w:rsidTr="00C961C8">
        <w:tc>
          <w:tcPr>
            <w:tcW w:w="4814" w:type="dxa"/>
          </w:tcPr>
          <w:p w:rsidR="00F10637" w:rsidRPr="00F10637" w:rsidRDefault="00C961C8" w:rsidP="00F10637">
            <w:pPr>
              <w:pStyle w:val="numberedlist"/>
              <w:tabs>
                <w:tab w:val="num" w:pos="360"/>
              </w:tabs>
              <w:ind w:left="360" w:hanging="360"/>
              <w:contextualSpacing w:val="0"/>
              <w:rPr>
                <w:lang w:val="nl-NL"/>
              </w:rPr>
            </w:pPr>
            <w:r>
              <w:rPr>
                <w:lang w:val="nl-NL"/>
              </w:rPr>
              <w:t>WSC2013</w:t>
            </w:r>
            <w:r w:rsidR="00F10637">
              <w:rPr>
                <w:lang w:val="nl-NL"/>
              </w:rPr>
              <w:t>_</w:t>
            </w:r>
            <w:r w:rsidR="00F10637" w:rsidRPr="00030D69">
              <w:rPr>
                <w:lang w:val="nl-NL"/>
              </w:rPr>
              <w:t>TP</w:t>
            </w:r>
            <w:r w:rsidR="00F10637">
              <w:rPr>
                <w:lang w:val="nl-NL"/>
              </w:rPr>
              <w:t>05</w:t>
            </w:r>
            <w:r w:rsidR="00F10637" w:rsidRPr="00030D69">
              <w:rPr>
                <w:lang w:val="nl-NL"/>
              </w:rPr>
              <w:t>_</w:t>
            </w:r>
            <w:r w:rsidR="00F10637">
              <w:rPr>
                <w:lang w:val="nl-NL"/>
              </w:rPr>
              <w:t>M3_EN.doc</w:t>
            </w:r>
          </w:p>
        </w:tc>
        <w:tc>
          <w:tcPr>
            <w:tcW w:w="4815" w:type="dxa"/>
          </w:tcPr>
          <w:p w:rsidR="00F10637" w:rsidRDefault="00C961C8" w:rsidP="00CE6B36">
            <w:r>
              <w:rPr>
                <w:lang w:val="nl-NL"/>
              </w:rPr>
              <w:t>WSC2013</w:t>
            </w:r>
            <w:r w:rsidR="00100BBE">
              <w:rPr>
                <w:lang w:val="nl-NL"/>
              </w:rPr>
              <w:t>_</w:t>
            </w:r>
            <w:r w:rsidR="00100BBE" w:rsidRPr="00030D69">
              <w:rPr>
                <w:lang w:val="nl-NL"/>
              </w:rPr>
              <w:t>TP</w:t>
            </w:r>
            <w:r w:rsidR="00100BBE">
              <w:rPr>
                <w:lang w:val="nl-NL"/>
              </w:rPr>
              <w:t>05</w:t>
            </w:r>
            <w:r w:rsidR="00100BBE" w:rsidRPr="00030D69">
              <w:rPr>
                <w:lang w:val="nl-NL"/>
              </w:rPr>
              <w:t>_</w:t>
            </w:r>
            <w:r w:rsidR="00100BBE">
              <w:rPr>
                <w:lang w:val="nl-NL"/>
              </w:rPr>
              <w:t>M3_EN.doc</w:t>
            </w:r>
          </w:p>
        </w:tc>
      </w:tr>
      <w:tr w:rsidR="00EE0907" w:rsidTr="00C961C8">
        <w:tc>
          <w:tcPr>
            <w:tcW w:w="4814" w:type="dxa"/>
          </w:tcPr>
          <w:p w:rsidR="00EE0907" w:rsidRDefault="00C961C8" w:rsidP="00CE6B36">
            <w:r>
              <w:rPr>
                <w:lang w:val="nl-NL"/>
              </w:rPr>
              <w:t>WSC2013</w:t>
            </w:r>
            <w:r w:rsidR="00EE0907">
              <w:rPr>
                <w:lang w:val="nl-NL"/>
              </w:rPr>
              <w:t>_</w:t>
            </w:r>
            <w:r w:rsidR="00EE0907" w:rsidRPr="00030D69">
              <w:rPr>
                <w:lang w:val="nl-NL"/>
              </w:rPr>
              <w:t>TP</w:t>
            </w:r>
            <w:r w:rsidR="00EE0907">
              <w:rPr>
                <w:lang w:val="nl-NL"/>
              </w:rPr>
              <w:t>05</w:t>
            </w:r>
            <w:r w:rsidR="00EE0907" w:rsidRPr="00030D69">
              <w:rPr>
                <w:lang w:val="nl-NL"/>
              </w:rPr>
              <w:t>_</w:t>
            </w:r>
            <w:r w:rsidR="00FF7B54">
              <w:rPr>
                <w:lang w:val="nl-NL"/>
              </w:rPr>
              <w:t>M3_PROJ1</w:t>
            </w:r>
            <w:r w:rsidR="002439B7">
              <w:rPr>
                <w:lang w:val="nl-NL"/>
              </w:rPr>
              <w:t>.pdf</w:t>
            </w:r>
          </w:p>
        </w:tc>
        <w:tc>
          <w:tcPr>
            <w:tcW w:w="4815" w:type="dxa"/>
          </w:tcPr>
          <w:p w:rsidR="00EE0907" w:rsidRDefault="00C42297" w:rsidP="00517D9A">
            <w:r>
              <w:rPr>
                <w:lang w:val="nl-NL"/>
              </w:rPr>
              <w:t>Data Files folder &gt; 02_Conveyor &gt; All files</w:t>
            </w:r>
          </w:p>
        </w:tc>
      </w:tr>
      <w:tr w:rsidR="00EE0907" w:rsidTr="00C961C8">
        <w:tc>
          <w:tcPr>
            <w:tcW w:w="4814" w:type="dxa"/>
          </w:tcPr>
          <w:p w:rsidR="00EE0907" w:rsidRPr="00100BBE" w:rsidRDefault="002439B7" w:rsidP="002439B7">
            <w:pPr>
              <w:pStyle w:val="numberedlist"/>
              <w:tabs>
                <w:tab w:val="num" w:pos="360"/>
              </w:tabs>
              <w:ind w:left="360" w:hanging="360"/>
              <w:contextualSpacing w:val="0"/>
              <w:rPr>
                <w:lang w:val="nl-NL"/>
              </w:rPr>
            </w:pPr>
            <w:r>
              <w:rPr>
                <w:lang w:val="nl-NL"/>
              </w:rPr>
              <w:t>Data Files folder &gt; 01_Hedgetrimmer</w:t>
            </w:r>
            <w:r w:rsidR="0022790D">
              <w:rPr>
                <w:lang w:val="nl-NL"/>
              </w:rPr>
              <w:t xml:space="preserve"> &gt; All files</w:t>
            </w:r>
          </w:p>
        </w:tc>
        <w:tc>
          <w:tcPr>
            <w:tcW w:w="4815" w:type="dxa"/>
          </w:tcPr>
          <w:p w:rsidR="00EE0907" w:rsidRDefault="00EE0907" w:rsidP="002439B7"/>
        </w:tc>
      </w:tr>
    </w:tbl>
    <w:p w:rsidR="00A20650" w:rsidRDefault="00A20650" w:rsidP="00A20650">
      <w:pPr>
        <w:pStyle w:val="numberedlist"/>
        <w:tabs>
          <w:tab w:val="num" w:pos="360"/>
        </w:tabs>
        <w:ind w:left="360" w:hanging="360"/>
        <w:contextualSpacing w:val="0"/>
        <w:rPr>
          <w:lang w:val="nl-NL"/>
        </w:rPr>
      </w:pPr>
    </w:p>
    <w:p w:rsidR="00CE6B36" w:rsidRDefault="00CE6B36" w:rsidP="00CE6B36">
      <w:pPr>
        <w:pStyle w:val="Heading1"/>
      </w:pPr>
      <w:r>
        <w:t>Introduction</w:t>
      </w:r>
    </w:p>
    <w:p w:rsidR="00B94762" w:rsidRDefault="00244901" w:rsidP="00CE6B36">
      <w:r>
        <w:t>Your comp</w:t>
      </w:r>
      <w:r w:rsidR="00B94762">
        <w:t>an</w:t>
      </w:r>
      <w:r w:rsidR="00995F9B">
        <w:t>y has asked you to work on two</w:t>
      </w:r>
      <w:r>
        <w:t xml:space="preserve"> </w:t>
      </w:r>
      <w:r w:rsidR="00CD28DA">
        <w:t xml:space="preserve">design </w:t>
      </w:r>
      <w:r>
        <w:t xml:space="preserve">projects. The first is </w:t>
      </w:r>
      <w:r w:rsidR="00F0421F">
        <w:t xml:space="preserve">to </w:t>
      </w:r>
      <w:r w:rsidR="00B94762">
        <w:t>model an alternate design for a hedge trimmer</w:t>
      </w:r>
      <w:r w:rsidR="005C7F06">
        <w:t xml:space="preserve">. </w:t>
      </w:r>
      <w:r w:rsidR="00B94762">
        <w:t xml:space="preserve">The second is to create multiple versions of a </w:t>
      </w:r>
      <w:r w:rsidR="00995F9B">
        <w:t>conveyor.</w:t>
      </w:r>
    </w:p>
    <w:p w:rsidR="00995F9B" w:rsidRDefault="00995F9B" w:rsidP="00CE6B36"/>
    <w:p w:rsidR="00CE6B36" w:rsidRDefault="00CE6B36" w:rsidP="00CE6B36">
      <w:pPr>
        <w:pStyle w:val="Heading1"/>
      </w:pPr>
      <w:bookmarkStart w:id="2" w:name="_Toc60882173"/>
      <w:bookmarkStart w:id="3" w:name="_Toc60887859"/>
      <w:r>
        <w:t>Description of project</w:t>
      </w:r>
      <w:r w:rsidR="00432C24">
        <w:t>s</w:t>
      </w:r>
      <w:r>
        <w:t xml:space="preserve"> and tasks</w:t>
      </w:r>
      <w:bookmarkEnd w:id="2"/>
      <w:bookmarkEnd w:id="3"/>
    </w:p>
    <w:p w:rsidR="00432C24" w:rsidRPr="00432C24" w:rsidRDefault="00432C24" w:rsidP="00432C24">
      <w:pPr>
        <w:pStyle w:val="Heading2"/>
      </w:pPr>
      <w:r>
        <w:t>PROJECT 1</w:t>
      </w:r>
    </w:p>
    <w:p w:rsidR="00EF62D2" w:rsidRDefault="00EF62D2" w:rsidP="00CE6B36">
      <w:r>
        <w:t>Af</w:t>
      </w:r>
      <w:r w:rsidR="00A20650">
        <w:t>ter y</w:t>
      </w:r>
      <w:r w:rsidR="005C7F06">
        <w:t xml:space="preserve">ou have reviewed the </w:t>
      </w:r>
      <w:r w:rsidR="00B94762">
        <w:t>prints, design brief</w:t>
      </w:r>
      <w:r w:rsidR="00432C24">
        <w:t xml:space="preserve"> </w:t>
      </w:r>
      <w:r w:rsidR="005C7F06">
        <w:t>and data files</w:t>
      </w:r>
      <w:r>
        <w:t xml:space="preserve">, you </w:t>
      </w:r>
      <w:r w:rsidR="005C7F06">
        <w:t xml:space="preserve">revise, </w:t>
      </w:r>
      <w:r>
        <w:t xml:space="preserve">model and assemble the </w:t>
      </w:r>
      <w:r w:rsidR="00B94762">
        <w:t>alternate design for a hedge trimmer</w:t>
      </w:r>
      <w:r w:rsidR="005C7F06">
        <w:t xml:space="preserve">. You also create </w:t>
      </w:r>
      <w:r w:rsidR="00A62FDC">
        <w:t>exploded view</w:t>
      </w:r>
      <w:r w:rsidR="005C7F06">
        <w:t>s</w:t>
      </w:r>
      <w:r w:rsidR="00A62FDC">
        <w:t xml:space="preserve">, drawings, </w:t>
      </w:r>
      <w:r w:rsidR="005C7F06">
        <w:t xml:space="preserve">rendered images </w:t>
      </w:r>
      <w:r w:rsidR="00A62FDC">
        <w:t>and an animation.</w:t>
      </w:r>
    </w:p>
    <w:p w:rsidR="00432C24" w:rsidRPr="00432C24" w:rsidRDefault="00432C24" w:rsidP="00432C24">
      <w:pPr>
        <w:pStyle w:val="Heading2"/>
      </w:pPr>
      <w:r>
        <w:t>PROJECT 2</w:t>
      </w:r>
    </w:p>
    <w:p w:rsidR="00432C24" w:rsidRDefault="00432C24" w:rsidP="00432C24">
      <w:r>
        <w:t xml:space="preserve">After you have reviewed the </w:t>
      </w:r>
      <w:r w:rsidR="0022790D">
        <w:t xml:space="preserve">prints, </w:t>
      </w:r>
      <w:r w:rsidR="00B94762">
        <w:t>design brief</w:t>
      </w:r>
      <w:r w:rsidR="0022790D">
        <w:t xml:space="preserve">, </w:t>
      </w:r>
      <w:r>
        <w:t xml:space="preserve">and data files, you </w:t>
      </w:r>
      <w:r w:rsidR="00B94762">
        <w:t xml:space="preserve">create </w:t>
      </w:r>
      <w:r w:rsidR="005E0501">
        <w:t>3 versions of the base laptop design</w:t>
      </w:r>
      <w:r>
        <w:t>. You also create an animation.</w:t>
      </w:r>
    </w:p>
    <w:p w:rsidR="00544046" w:rsidRPr="00544046" w:rsidRDefault="00544046" w:rsidP="00CE6B36">
      <w:r>
        <w:t xml:space="preserve">You have </w:t>
      </w:r>
      <w:r>
        <w:rPr>
          <w:b/>
        </w:rPr>
        <w:t>6 hours</w:t>
      </w:r>
      <w:r>
        <w:t xml:space="preserve"> to complete the project</w:t>
      </w:r>
      <w:r w:rsidR="00432C24">
        <w:t>s</w:t>
      </w:r>
      <w:r>
        <w:t>.</w:t>
      </w:r>
    </w:p>
    <w:p w:rsidR="00CE6B36" w:rsidRDefault="00CE6B36" w:rsidP="00CE6B36">
      <w:pPr>
        <w:pStyle w:val="Heading1"/>
      </w:pPr>
      <w:r>
        <w:t>Instructions to the competitor</w:t>
      </w:r>
    </w:p>
    <w:p w:rsidR="004E2833" w:rsidRPr="00B024BE" w:rsidRDefault="008E4615" w:rsidP="00D1034B">
      <w:pPr>
        <w:pStyle w:val="Heading2"/>
      </w:pPr>
      <w:r>
        <w:t>OPEN AND REVIEW SUPPLIED FILES</w:t>
      </w:r>
      <w:r w:rsidR="009B1E04">
        <w:t xml:space="preserve"> FOR </w:t>
      </w:r>
      <w:r w:rsidR="00145A0D">
        <w:t>PROJECT 1</w:t>
      </w:r>
    </w:p>
    <w:p w:rsidR="00FC492E" w:rsidRDefault="00FA728F" w:rsidP="00A20650">
      <w:pPr>
        <w:pStyle w:val="numberedlist"/>
        <w:numPr>
          <w:ilvl w:val="0"/>
          <w:numId w:val="20"/>
        </w:numPr>
        <w:tabs>
          <w:tab w:val="num" w:pos="360"/>
        </w:tabs>
        <w:contextualSpacing w:val="0"/>
      </w:pPr>
      <w:r>
        <w:rPr>
          <w:lang w:val="nl-NL"/>
        </w:rPr>
        <w:t>WSC2013</w:t>
      </w:r>
      <w:r w:rsidR="00FC492E" w:rsidRPr="00B024BE">
        <w:rPr>
          <w:lang w:val="nl-NL"/>
        </w:rPr>
        <w:t>_</w:t>
      </w:r>
      <w:r w:rsidR="00FC492E" w:rsidRPr="00B024BE">
        <w:t>TP05_</w:t>
      </w:r>
      <w:r w:rsidR="00323683" w:rsidRPr="00B024BE">
        <w:t>M3</w:t>
      </w:r>
      <w:r w:rsidR="00B024BE">
        <w:t>_PROJ1</w:t>
      </w:r>
      <w:r w:rsidR="00965BFD">
        <w:t>.pdf</w:t>
      </w:r>
      <w:r w:rsidR="00244901" w:rsidRPr="00B024BE">
        <w:t xml:space="preserve"> </w:t>
      </w:r>
      <w:r w:rsidR="00ED25C2">
        <w:t>is the design brief</w:t>
      </w:r>
      <w:r w:rsidR="005B6637" w:rsidRPr="00B024BE">
        <w:t>.</w:t>
      </w:r>
    </w:p>
    <w:p w:rsidR="00041D24" w:rsidRPr="00B024BE" w:rsidRDefault="00041D24" w:rsidP="00041D24">
      <w:pPr>
        <w:pStyle w:val="numberedlist"/>
        <w:numPr>
          <w:ilvl w:val="0"/>
          <w:numId w:val="20"/>
        </w:numPr>
        <w:contextualSpacing w:val="0"/>
      </w:pPr>
      <w:r w:rsidRPr="00800020">
        <w:rPr>
          <w:lang w:val="nl-NL"/>
        </w:rPr>
        <w:t xml:space="preserve">Supplied </w:t>
      </w:r>
      <w:r w:rsidR="009C43B9">
        <w:rPr>
          <w:lang w:val="nl-NL"/>
        </w:rPr>
        <w:t>assembly</w:t>
      </w:r>
      <w:r w:rsidRPr="00800020">
        <w:rPr>
          <w:lang w:val="nl-NL"/>
        </w:rPr>
        <w:t xml:space="preserve"> and part files are l</w:t>
      </w:r>
      <w:r>
        <w:rPr>
          <w:lang w:val="nl-NL"/>
        </w:rPr>
        <w:t>ocated in Data Files &gt; 01_Hedgetrimmer.</w:t>
      </w:r>
    </w:p>
    <w:p w:rsidR="008E6E97" w:rsidRPr="00D1034B" w:rsidRDefault="00FA728F" w:rsidP="00FE13EF">
      <w:pPr>
        <w:pStyle w:val="numberedlist"/>
        <w:numPr>
          <w:ilvl w:val="0"/>
          <w:numId w:val="15"/>
        </w:numPr>
        <w:contextualSpacing w:val="0"/>
        <w:rPr>
          <w:i/>
          <w:lang w:val="nl-NL"/>
        </w:rPr>
      </w:pPr>
      <w:r>
        <w:rPr>
          <w:lang w:val="nl-NL"/>
        </w:rPr>
        <w:t>WSC2013</w:t>
      </w:r>
      <w:r w:rsidR="008E6E97" w:rsidRPr="00B024BE">
        <w:rPr>
          <w:lang w:val="nl-NL"/>
        </w:rPr>
        <w:t>_</w:t>
      </w:r>
      <w:r w:rsidR="008E6E97" w:rsidRPr="00B024BE">
        <w:t>TP05_M3</w:t>
      </w:r>
      <w:r w:rsidR="00965BFD">
        <w:t>_PROJ1</w:t>
      </w:r>
      <w:r w:rsidR="008E6E97" w:rsidRPr="00B024BE">
        <w:t>.i</w:t>
      </w:r>
      <w:r w:rsidR="00965BFD">
        <w:t>am is the current design of the hedge trimmer body.</w:t>
      </w:r>
    </w:p>
    <w:p w:rsidR="00D1034B" w:rsidRPr="00057F38" w:rsidRDefault="00D1034B" w:rsidP="00057F38">
      <w:pPr>
        <w:pStyle w:val="numberedlist"/>
        <w:numPr>
          <w:ilvl w:val="0"/>
          <w:numId w:val="20"/>
        </w:numPr>
        <w:tabs>
          <w:tab w:val="num" w:pos="360"/>
        </w:tabs>
        <w:contextualSpacing w:val="0"/>
        <w:rPr>
          <w:lang w:val="nl-NL"/>
        </w:rPr>
      </w:pPr>
      <w:r w:rsidRPr="00057F38">
        <w:rPr>
          <w:lang w:val="nl-NL"/>
        </w:rPr>
        <w:t>Open 8102401-1201-Base</w:t>
      </w:r>
      <w:r w:rsidR="00041D24">
        <w:rPr>
          <w:lang w:val="nl-NL"/>
        </w:rPr>
        <w:t>.ipt</w:t>
      </w:r>
      <w:r w:rsidRPr="00057F38">
        <w:rPr>
          <w:lang w:val="nl-NL"/>
        </w:rPr>
        <w:t xml:space="preserve">. This is the starting file for the alternate </w:t>
      </w:r>
      <w:r w:rsidR="008E0EA9">
        <w:rPr>
          <w:lang w:val="nl-NL"/>
        </w:rPr>
        <w:t xml:space="preserve">housing </w:t>
      </w:r>
      <w:r w:rsidRPr="00057F38">
        <w:rPr>
          <w:lang w:val="nl-NL"/>
        </w:rPr>
        <w:t>design.</w:t>
      </w:r>
      <w:r w:rsidR="00087D4A">
        <w:rPr>
          <w:lang w:val="nl-NL"/>
        </w:rPr>
        <w:t xml:space="preserve"> It is described as the left half of the design.</w:t>
      </w:r>
    </w:p>
    <w:p w:rsidR="00D1034B" w:rsidRPr="00057F38" w:rsidRDefault="00D1034B" w:rsidP="00823F25">
      <w:pPr>
        <w:pStyle w:val="numberedlist"/>
        <w:numPr>
          <w:ilvl w:val="1"/>
          <w:numId w:val="20"/>
        </w:numPr>
        <w:contextualSpacing w:val="0"/>
        <w:rPr>
          <w:lang w:val="nl-NL"/>
        </w:rPr>
      </w:pPr>
      <w:r w:rsidRPr="00057F38">
        <w:rPr>
          <w:lang w:val="nl-NL"/>
        </w:rPr>
        <w:t xml:space="preserve">The </w:t>
      </w:r>
      <w:r w:rsidR="00823F25">
        <w:rPr>
          <w:lang w:val="nl-NL"/>
        </w:rPr>
        <w:t xml:space="preserve">YZ and XY </w:t>
      </w:r>
      <w:r w:rsidRPr="00057F38">
        <w:rPr>
          <w:lang w:val="nl-NL"/>
        </w:rPr>
        <w:t>work plane</w:t>
      </w:r>
      <w:r w:rsidR="00823F25">
        <w:rPr>
          <w:lang w:val="nl-NL"/>
        </w:rPr>
        <w:t xml:space="preserve">s align with the existing design, </w:t>
      </w:r>
      <w:r w:rsidR="00823F25" w:rsidRPr="00823F25">
        <w:rPr>
          <w:lang w:val="nl-NL"/>
        </w:rPr>
        <w:t>8102401-1201</w:t>
      </w:r>
      <w:r w:rsidR="00823F25">
        <w:rPr>
          <w:lang w:val="nl-NL"/>
        </w:rPr>
        <w:t>.</w:t>
      </w:r>
    </w:p>
    <w:p w:rsidR="002F12C3" w:rsidRPr="002F12C3" w:rsidRDefault="008E4615" w:rsidP="009B1E04">
      <w:pPr>
        <w:pStyle w:val="Heading2"/>
      </w:pPr>
      <w:r>
        <w:t>MODEL AND ASSEMBLE THE PARTS</w:t>
      </w:r>
      <w:r w:rsidR="009B1E04">
        <w:t xml:space="preserve"> FOR PROJECT 1</w:t>
      </w:r>
    </w:p>
    <w:p w:rsidR="00323683" w:rsidRDefault="00323683" w:rsidP="004E2A13">
      <w:pPr>
        <w:pStyle w:val="numberedlist"/>
        <w:numPr>
          <w:ilvl w:val="0"/>
          <w:numId w:val="29"/>
        </w:numPr>
        <w:contextualSpacing w:val="0"/>
      </w:pPr>
      <w:r>
        <w:t xml:space="preserve">Review the </w:t>
      </w:r>
      <w:r w:rsidR="00970AC0">
        <w:t>part sketches and notes in the PDF</w:t>
      </w:r>
      <w:r>
        <w:t xml:space="preserve"> file. Complete the tasks.</w:t>
      </w:r>
    </w:p>
    <w:p w:rsidR="00CE2DD9" w:rsidRDefault="00CE2DD9" w:rsidP="00CE2DD9">
      <w:pPr>
        <w:pStyle w:val="numberedlist"/>
        <w:numPr>
          <w:ilvl w:val="1"/>
          <w:numId w:val="29"/>
        </w:numPr>
        <w:contextualSpacing w:val="0"/>
      </w:pPr>
      <w:r>
        <w:t>Design new hedge trimmer housing parts (right and left)</w:t>
      </w:r>
      <w:r w:rsidRPr="006D2E2B">
        <w:t>.</w:t>
      </w:r>
    </w:p>
    <w:p w:rsidR="00CE2DD9" w:rsidRDefault="00CE2DD9" w:rsidP="00CE2DD9">
      <w:pPr>
        <w:pStyle w:val="numberedlist"/>
        <w:numPr>
          <w:ilvl w:val="1"/>
          <w:numId w:val="29"/>
        </w:numPr>
        <w:contextualSpacing w:val="0"/>
      </w:pPr>
      <w:r>
        <w:t>Model the blades and drive parts.</w:t>
      </w:r>
    </w:p>
    <w:p w:rsidR="00CE2DD9" w:rsidRDefault="00CE2DD9" w:rsidP="00CE2DD9">
      <w:pPr>
        <w:pStyle w:val="numberedlist"/>
        <w:numPr>
          <w:ilvl w:val="1"/>
          <w:numId w:val="29"/>
        </w:numPr>
        <w:contextualSpacing w:val="0"/>
      </w:pPr>
      <w:r>
        <w:t>Open 8102401-14.ipt. Model the handle based on the sketch shown in the PDF.</w:t>
      </w:r>
    </w:p>
    <w:p w:rsidR="00CE2DD9" w:rsidRDefault="00CE2DD9" w:rsidP="00CE2DD9">
      <w:pPr>
        <w:pStyle w:val="numberedlist"/>
        <w:numPr>
          <w:ilvl w:val="1"/>
          <w:numId w:val="29"/>
        </w:numPr>
        <w:contextualSpacing w:val="0"/>
      </w:pPr>
      <w:r>
        <w:t>Assemble the hedge trimmer. Create a single assembly with the original and alternate housing designs. The alt</w:t>
      </w:r>
      <w:r w:rsidR="001254A4">
        <w:t>ernate housing design should be visible.</w:t>
      </w:r>
    </w:p>
    <w:p w:rsidR="00A220F9" w:rsidRDefault="00EC3399" w:rsidP="004E2A13">
      <w:pPr>
        <w:pStyle w:val="numberedlist"/>
        <w:numPr>
          <w:ilvl w:val="0"/>
          <w:numId w:val="29"/>
        </w:numPr>
        <w:contextualSpacing w:val="0"/>
      </w:pPr>
      <w:r>
        <w:t>Save the assembly using competition file naming conventions.</w:t>
      </w:r>
    </w:p>
    <w:p w:rsidR="005642D1" w:rsidRPr="005642D1" w:rsidRDefault="005642D1" w:rsidP="005642D1">
      <w:pPr>
        <w:pStyle w:val="Heading2"/>
      </w:pPr>
      <w:r>
        <w:t>CREATE DRAWINGS</w:t>
      </w:r>
      <w:r w:rsidR="009B1E04">
        <w:t xml:space="preserve"> FOR PROJECT 1</w:t>
      </w:r>
    </w:p>
    <w:p w:rsidR="00B95131" w:rsidRDefault="004E2833" w:rsidP="00970AC0">
      <w:pPr>
        <w:pStyle w:val="numberedlist"/>
        <w:numPr>
          <w:ilvl w:val="0"/>
          <w:numId w:val="45"/>
        </w:numPr>
        <w:contextualSpacing w:val="0"/>
      </w:pPr>
      <w:r>
        <w:t>To complete the drawing</w:t>
      </w:r>
      <w:r w:rsidR="00B95131">
        <w:t>:</w:t>
      </w:r>
    </w:p>
    <w:p w:rsidR="00A220F9" w:rsidRDefault="00CA77A1" w:rsidP="00970AC0">
      <w:pPr>
        <w:pStyle w:val="numberedlist"/>
        <w:numPr>
          <w:ilvl w:val="1"/>
          <w:numId w:val="45"/>
        </w:numPr>
        <w:contextualSpacing w:val="0"/>
      </w:pPr>
      <w:r>
        <w:t>On the first sheet, create a</w:t>
      </w:r>
      <w:r w:rsidR="00800020">
        <w:t>n</w:t>
      </w:r>
      <w:r>
        <w:t xml:space="preserve"> </w:t>
      </w:r>
      <w:r w:rsidR="004E2833">
        <w:t>exploded</w:t>
      </w:r>
      <w:r w:rsidR="00970AC0">
        <w:t>,</w:t>
      </w:r>
      <w:r w:rsidR="004E2833">
        <w:t xml:space="preserve"> </w:t>
      </w:r>
      <w:r w:rsidR="00905E5D">
        <w:t xml:space="preserve">shaded </w:t>
      </w:r>
      <w:r w:rsidR="009D7652">
        <w:t>isometric</w:t>
      </w:r>
      <w:r w:rsidR="00832865">
        <w:t xml:space="preserve"> view of the </w:t>
      </w:r>
      <w:r w:rsidR="00970AC0">
        <w:t xml:space="preserve">hedge trimmer with </w:t>
      </w:r>
      <w:r w:rsidR="000B1436">
        <w:t xml:space="preserve">the </w:t>
      </w:r>
      <w:r w:rsidR="00087D4A">
        <w:t>alternate housing visible</w:t>
      </w:r>
      <w:r w:rsidR="004E2833">
        <w:t>.</w:t>
      </w:r>
    </w:p>
    <w:p w:rsidR="004E2833" w:rsidRDefault="004E2833" w:rsidP="00970AC0">
      <w:pPr>
        <w:pStyle w:val="numberedlist"/>
        <w:numPr>
          <w:ilvl w:val="1"/>
          <w:numId w:val="45"/>
        </w:numPr>
        <w:contextualSpacing w:val="0"/>
      </w:pPr>
      <w:r>
        <w:t>Add balloons and a parts list. The parts list should have 3 columns, ITEM, QTY, and PART NUMBER.</w:t>
      </w:r>
      <w:r w:rsidR="000B1436">
        <w:t xml:space="preserve"> All parts must be listed.</w:t>
      </w:r>
    </w:p>
    <w:p w:rsidR="00CA77A1" w:rsidRDefault="00CA77A1" w:rsidP="00970AC0">
      <w:pPr>
        <w:pStyle w:val="numberedlist"/>
        <w:numPr>
          <w:ilvl w:val="1"/>
          <w:numId w:val="45"/>
        </w:numPr>
        <w:contextualSpacing w:val="0"/>
      </w:pPr>
      <w:r>
        <w:t xml:space="preserve">On a new sheet, create </w:t>
      </w:r>
      <w:r w:rsidR="004E2833">
        <w:t xml:space="preserve">a </w:t>
      </w:r>
      <w:r w:rsidR="000B28F5">
        <w:t xml:space="preserve">detail </w:t>
      </w:r>
      <w:r>
        <w:t xml:space="preserve">drawing of the </w:t>
      </w:r>
      <w:r w:rsidR="00087D4A">
        <w:t xml:space="preserve">left </w:t>
      </w:r>
      <w:r w:rsidR="000B1436">
        <w:t>a</w:t>
      </w:r>
      <w:r w:rsidR="00087D4A">
        <w:t>lternate housing part</w:t>
      </w:r>
      <w:r>
        <w:t>.</w:t>
      </w:r>
    </w:p>
    <w:p w:rsidR="000508FC" w:rsidRDefault="000508FC" w:rsidP="000508FC">
      <w:pPr>
        <w:pStyle w:val="numberedlist"/>
        <w:numPr>
          <w:ilvl w:val="1"/>
          <w:numId w:val="45"/>
        </w:numPr>
        <w:contextualSpacing w:val="0"/>
      </w:pPr>
      <w:r>
        <w:t>On a new sheet, create a detail drawing of the right alternate housing part.</w:t>
      </w:r>
    </w:p>
    <w:p w:rsidR="000508FC" w:rsidRDefault="000508FC" w:rsidP="000508FC">
      <w:pPr>
        <w:pStyle w:val="numberedlist"/>
        <w:numPr>
          <w:ilvl w:val="1"/>
          <w:numId w:val="45"/>
        </w:numPr>
        <w:contextualSpacing w:val="0"/>
      </w:pPr>
      <w:r>
        <w:lastRenderedPageBreak/>
        <w:t xml:space="preserve">If required, create a new sheet for the detail drawings of the handle, blade, and </w:t>
      </w:r>
    </w:p>
    <w:p w:rsidR="00DC3E82" w:rsidRDefault="00DC3E82" w:rsidP="00970AC0">
      <w:pPr>
        <w:pStyle w:val="numberedlist"/>
        <w:numPr>
          <w:ilvl w:val="1"/>
          <w:numId w:val="45"/>
        </w:numPr>
        <w:contextualSpacing w:val="0"/>
      </w:pPr>
      <w:r>
        <w:t>All annotation styles must meet ISO standards.</w:t>
      </w:r>
    </w:p>
    <w:p w:rsidR="00F8473D" w:rsidRDefault="00F527DE" w:rsidP="00F8473D">
      <w:pPr>
        <w:pStyle w:val="Heading2"/>
      </w:pPr>
      <w:r>
        <w:t xml:space="preserve">CREATE A RENDERED IMAGE AND </w:t>
      </w:r>
      <w:r w:rsidR="00F8473D">
        <w:t>ANIMATION</w:t>
      </w:r>
      <w:r>
        <w:t>S</w:t>
      </w:r>
      <w:r w:rsidR="00461346">
        <w:t xml:space="preserve"> FOR PROJECT 1</w:t>
      </w:r>
    </w:p>
    <w:p w:rsidR="00863C14" w:rsidRDefault="00863C14" w:rsidP="00863C14">
      <w:pPr>
        <w:pStyle w:val="numberedlist"/>
        <w:numPr>
          <w:ilvl w:val="0"/>
          <w:numId w:val="19"/>
        </w:numPr>
      </w:pPr>
      <w:r>
        <w:t>Using Autodesk Inventor, create an animation as follows:</w:t>
      </w:r>
    </w:p>
    <w:p w:rsidR="00863C14" w:rsidRDefault="00863C14" w:rsidP="00863C14">
      <w:pPr>
        <w:pStyle w:val="numberedlist"/>
        <w:numPr>
          <w:ilvl w:val="1"/>
          <w:numId w:val="19"/>
        </w:numPr>
      </w:pPr>
      <w:r>
        <w:t>Illustrate the 2 housing designs</w:t>
      </w:r>
      <w:r w:rsidR="000508FC">
        <w:t>. Start the animation with the original housing design visible</w:t>
      </w:r>
      <w:r>
        <w:t>.</w:t>
      </w:r>
    </w:p>
    <w:p w:rsidR="00863C14" w:rsidRDefault="00863C14" w:rsidP="00863C14">
      <w:pPr>
        <w:pStyle w:val="numberedlist"/>
        <w:numPr>
          <w:ilvl w:val="1"/>
          <w:numId w:val="19"/>
        </w:numPr>
      </w:pPr>
      <w:r>
        <w:t>Screen size: 1024x768</w:t>
      </w:r>
    </w:p>
    <w:p w:rsidR="00863C14" w:rsidRDefault="00E6510D" w:rsidP="00863C14">
      <w:pPr>
        <w:pStyle w:val="numberedlist"/>
        <w:numPr>
          <w:ilvl w:val="1"/>
          <w:numId w:val="19"/>
        </w:numPr>
      </w:pPr>
      <w:r>
        <w:t>Length: 15</w:t>
      </w:r>
      <w:r w:rsidR="00863C14">
        <w:t xml:space="preserve"> seconds</w:t>
      </w:r>
    </w:p>
    <w:p w:rsidR="00863C14" w:rsidRDefault="00863C14" w:rsidP="00863C14">
      <w:pPr>
        <w:pStyle w:val="numberedlist"/>
        <w:numPr>
          <w:ilvl w:val="1"/>
          <w:numId w:val="19"/>
        </w:numPr>
      </w:pPr>
      <w:r>
        <w:t>Save the file using the competition file naming convention.</w:t>
      </w:r>
    </w:p>
    <w:p w:rsidR="00EA49F8" w:rsidRDefault="00EA49F8" w:rsidP="00EA49F8">
      <w:pPr>
        <w:pStyle w:val="numberedlist"/>
        <w:numPr>
          <w:ilvl w:val="0"/>
          <w:numId w:val="19"/>
        </w:numPr>
      </w:pPr>
      <w:r>
        <w:t>Using Autodesk Inventor, create an animation as follows:</w:t>
      </w:r>
    </w:p>
    <w:p w:rsidR="00EA49F8" w:rsidRDefault="00EA49F8" w:rsidP="00EA49F8">
      <w:pPr>
        <w:pStyle w:val="numberedlist"/>
        <w:numPr>
          <w:ilvl w:val="1"/>
          <w:numId w:val="19"/>
        </w:numPr>
      </w:pPr>
      <w:r>
        <w:t>Animate the hedge trimmer blades.</w:t>
      </w:r>
    </w:p>
    <w:p w:rsidR="00EA49F8" w:rsidRDefault="00EA49F8" w:rsidP="00EA49F8">
      <w:pPr>
        <w:pStyle w:val="numberedlist"/>
        <w:numPr>
          <w:ilvl w:val="2"/>
          <w:numId w:val="19"/>
        </w:numPr>
      </w:pPr>
      <w:r>
        <w:t xml:space="preserve">The gearing must be visible </w:t>
      </w:r>
      <w:r w:rsidR="004E067C">
        <w:t xml:space="preserve">at some point </w:t>
      </w:r>
      <w:r>
        <w:t>during the animation.</w:t>
      </w:r>
    </w:p>
    <w:p w:rsidR="00EA49F8" w:rsidRDefault="00EA49F8" w:rsidP="00EA49F8">
      <w:pPr>
        <w:pStyle w:val="numberedlist"/>
        <w:numPr>
          <w:ilvl w:val="2"/>
          <w:numId w:val="19"/>
        </w:numPr>
      </w:pPr>
      <w:r>
        <w:t>A nut and bolt assembly and the slot in the blades must be visible at some point during the animation.</w:t>
      </w:r>
    </w:p>
    <w:p w:rsidR="00EA49F8" w:rsidRDefault="00EA49F8" w:rsidP="00EA49F8">
      <w:pPr>
        <w:pStyle w:val="numberedlist"/>
        <w:numPr>
          <w:ilvl w:val="1"/>
          <w:numId w:val="19"/>
        </w:numPr>
      </w:pPr>
      <w:r>
        <w:t>Screen size: 1024x768</w:t>
      </w:r>
    </w:p>
    <w:p w:rsidR="00EA49F8" w:rsidRDefault="00EA49F8" w:rsidP="00EA49F8">
      <w:pPr>
        <w:pStyle w:val="numberedlist"/>
        <w:numPr>
          <w:ilvl w:val="1"/>
          <w:numId w:val="19"/>
        </w:numPr>
      </w:pPr>
      <w:r>
        <w:t>Length: 15 seconds</w:t>
      </w:r>
    </w:p>
    <w:p w:rsidR="00EA49F8" w:rsidRDefault="00EA49F8" w:rsidP="00EA49F8">
      <w:pPr>
        <w:pStyle w:val="numberedlist"/>
        <w:numPr>
          <w:ilvl w:val="1"/>
          <w:numId w:val="19"/>
        </w:numPr>
      </w:pPr>
      <w:r>
        <w:t>Save the file using the competition file naming convention.</w:t>
      </w:r>
    </w:p>
    <w:p w:rsidR="001F7C5F" w:rsidRDefault="001F7C5F" w:rsidP="001F7C5F">
      <w:pPr>
        <w:pStyle w:val="numberedlist"/>
        <w:numPr>
          <w:ilvl w:val="0"/>
          <w:numId w:val="19"/>
        </w:numPr>
      </w:pPr>
      <w:r>
        <w:t>Create an animation of the exploded, shaded isometric view.</w:t>
      </w:r>
    </w:p>
    <w:p w:rsidR="001F7C5F" w:rsidRDefault="001F7C5F" w:rsidP="001F7C5F">
      <w:pPr>
        <w:pStyle w:val="numberedlist"/>
        <w:numPr>
          <w:ilvl w:val="1"/>
          <w:numId w:val="19"/>
        </w:numPr>
      </w:pPr>
      <w:r>
        <w:t>Use the alternate housing body design for this animation.</w:t>
      </w:r>
    </w:p>
    <w:p w:rsidR="001F7C5F" w:rsidRDefault="001F7C5F" w:rsidP="001F7C5F">
      <w:pPr>
        <w:pStyle w:val="numberedlist"/>
        <w:numPr>
          <w:ilvl w:val="1"/>
          <w:numId w:val="19"/>
        </w:numPr>
      </w:pPr>
      <w:r>
        <w:t>Save the file in AVI format using the competition file naming convention.</w:t>
      </w:r>
    </w:p>
    <w:p w:rsidR="00837DAA" w:rsidRPr="00145A0D" w:rsidRDefault="00837DAA" w:rsidP="00837DAA">
      <w:pPr>
        <w:pStyle w:val="Heading2"/>
      </w:pPr>
      <w:r>
        <w:t>OPEN AND REVIEW SUPPLIED FILES FOR PROJECT 2</w:t>
      </w:r>
    </w:p>
    <w:p w:rsidR="00837DAA" w:rsidRPr="00800020" w:rsidRDefault="005644A7" w:rsidP="005644A7">
      <w:pPr>
        <w:pStyle w:val="numberedlist"/>
        <w:numPr>
          <w:ilvl w:val="0"/>
          <w:numId w:val="25"/>
        </w:numPr>
        <w:contextualSpacing w:val="0"/>
      </w:pPr>
      <w:r w:rsidRPr="00800020">
        <w:rPr>
          <w:lang w:val="nl-NL"/>
        </w:rPr>
        <w:t xml:space="preserve">Supplied </w:t>
      </w:r>
      <w:r w:rsidR="009C43B9">
        <w:rPr>
          <w:lang w:val="nl-NL"/>
        </w:rPr>
        <w:t xml:space="preserve">assembly and </w:t>
      </w:r>
      <w:r w:rsidRPr="00800020">
        <w:rPr>
          <w:lang w:val="nl-NL"/>
        </w:rPr>
        <w:t xml:space="preserve">part files are located in Data Files &gt; </w:t>
      </w:r>
      <w:r w:rsidR="00EF28E3">
        <w:rPr>
          <w:lang w:val="nl-NL"/>
        </w:rPr>
        <w:t>02_Conveyor</w:t>
      </w:r>
      <w:r w:rsidR="00640324">
        <w:rPr>
          <w:lang w:val="nl-NL"/>
        </w:rPr>
        <w:t>.</w:t>
      </w:r>
    </w:p>
    <w:p w:rsidR="00837DAA" w:rsidRDefault="005060C0" w:rsidP="00837DAA">
      <w:pPr>
        <w:pStyle w:val="Heading2"/>
      </w:pPr>
      <w:r>
        <w:t xml:space="preserve">CREATE </w:t>
      </w:r>
      <w:r w:rsidR="00A114DA">
        <w:t>MULTIPLE VERSIONS OF CONVEYORS</w:t>
      </w:r>
      <w:r w:rsidR="00837DAA">
        <w:t xml:space="preserve"> FOR PROJECT 2</w:t>
      </w:r>
    </w:p>
    <w:p w:rsidR="00F01C6D" w:rsidRDefault="00F01C6D" w:rsidP="005644A7">
      <w:pPr>
        <w:pStyle w:val="numberedlist"/>
        <w:numPr>
          <w:ilvl w:val="0"/>
          <w:numId w:val="31"/>
        </w:numPr>
        <w:contextualSpacing w:val="0"/>
      </w:pPr>
      <w:r>
        <w:t>Your company has designed a conveyor system. To improve the efficiency of designing conveyor lines you have been asked to develop a work flow that creates 3 different conveyor sizes from one assembly. The sizes are:</w:t>
      </w: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088"/>
        <w:gridCol w:w="1763"/>
        <w:gridCol w:w="1926"/>
        <w:gridCol w:w="1926"/>
      </w:tblGrid>
      <w:tr w:rsidR="00A53C38" w:rsidTr="00A114DA">
        <w:tc>
          <w:tcPr>
            <w:tcW w:w="2088" w:type="dxa"/>
          </w:tcPr>
          <w:p w:rsidR="00A53C38" w:rsidRPr="00F01C6D" w:rsidRDefault="00A53C38" w:rsidP="00F01C6D">
            <w:pPr>
              <w:pStyle w:val="numberedlist"/>
              <w:contextualSpacing w:val="0"/>
              <w:rPr>
                <w:b/>
              </w:rPr>
            </w:pPr>
            <w:r>
              <w:rPr>
                <w:b/>
              </w:rPr>
              <w:t>DIMENSION</w:t>
            </w:r>
            <w:r w:rsidR="00A114DA">
              <w:rPr>
                <w:b/>
              </w:rPr>
              <w:t xml:space="preserve"> NAME</w:t>
            </w:r>
          </w:p>
        </w:tc>
        <w:tc>
          <w:tcPr>
            <w:tcW w:w="1763" w:type="dxa"/>
          </w:tcPr>
          <w:p w:rsidR="00A53C38" w:rsidRPr="00A114DA" w:rsidRDefault="00A114DA" w:rsidP="00F01C6D">
            <w:pPr>
              <w:pStyle w:val="numberedlist"/>
              <w:contextualSpacing w:val="0"/>
              <w:rPr>
                <w:b/>
              </w:rPr>
            </w:pPr>
            <w:r w:rsidRPr="00A114DA">
              <w:rPr>
                <w:b/>
              </w:rPr>
              <w:t>SMALL</w:t>
            </w:r>
          </w:p>
        </w:tc>
        <w:tc>
          <w:tcPr>
            <w:tcW w:w="1926" w:type="dxa"/>
          </w:tcPr>
          <w:p w:rsidR="00A53C38" w:rsidRPr="00A114DA" w:rsidRDefault="00A114DA" w:rsidP="00F01C6D">
            <w:pPr>
              <w:pStyle w:val="numberedlist"/>
              <w:contextualSpacing w:val="0"/>
              <w:rPr>
                <w:b/>
              </w:rPr>
            </w:pPr>
            <w:r w:rsidRPr="00A114DA">
              <w:rPr>
                <w:b/>
              </w:rPr>
              <w:t>MEDIUM</w:t>
            </w:r>
          </w:p>
        </w:tc>
        <w:tc>
          <w:tcPr>
            <w:tcW w:w="1926" w:type="dxa"/>
          </w:tcPr>
          <w:p w:rsidR="00A53C38" w:rsidRPr="00A114DA" w:rsidRDefault="00A114DA" w:rsidP="00F01C6D">
            <w:pPr>
              <w:pStyle w:val="numberedlist"/>
              <w:contextualSpacing w:val="0"/>
              <w:rPr>
                <w:b/>
              </w:rPr>
            </w:pPr>
            <w:r w:rsidRPr="00A114DA">
              <w:rPr>
                <w:b/>
              </w:rPr>
              <w:t>LARGE</w:t>
            </w:r>
          </w:p>
        </w:tc>
      </w:tr>
      <w:tr w:rsidR="00A53C38" w:rsidTr="00A114DA">
        <w:tc>
          <w:tcPr>
            <w:tcW w:w="2088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length</w:t>
            </w:r>
          </w:p>
        </w:tc>
        <w:tc>
          <w:tcPr>
            <w:tcW w:w="1763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1200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1600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2000</w:t>
            </w:r>
          </w:p>
        </w:tc>
      </w:tr>
      <w:tr w:rsidR="00A53C38" w:rsidTr="00A114DA">
        <w:tc>
          <w:tcPr>
            <w:tcW w:w="2088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width</w:t>
            </w:r>
          </w:p>
        </w:tc>
        <w:tc>
          <w:tcPr>
            <w:tcW w:w="1763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500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800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1000</w:t>
            </w:r>
          </w:p>
        </w:tc>
      </w:tr>
      <w:tr w:rsidR="00A53C38" w:rsidTr="00A114DA">
        <w:tc>
          <w:tcPr>
            <w:tcW w:w="2088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height</w:t>
            </w:r>
          </w:p>
        </w:tc>
        <w:tc>
          <w:tcPr>
            <w:tcW w:w="1763" w:type="dxa"/>
          </w:tcPr>
          <w:p w:rsidR="00A53C38" w:rsidRDefault="006576A9" w:rsidP="00F01C6D">
            <w:pPr>
              <w:pStyle w:val="numberedlist"/>
              <w:contextualSpacing w:val="0"/>
            </w:pPr>
            <w:r>
              <w:t>8</w:t>
            </w:r>
            <w:r w:rsidR="00A53C38">
              <w:t>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800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1000</w:t>
            </w:r>
          </w:p>
        </w:tc>
      </w:tr>
    </w:tbl>
    <w:p w:rsidR="00B34C1F" w:rsidRDefault="00A53C38" w:rsidP="009F2436">
      <w:pPr>
        <w:pStyle w:val="numberedlist"/>
        <w:numPr>
          <w:ilvl w:val="0"/>
          <w:numId w:val="31"/>
        </w:numPr>
        <w:contextualSpacing w:val="0"/>
      </w:pPr>
      <w:r>
        <w:t xml:space="preserve">The project has been started by another designer and they decided to use a layout to drive all other dimensions. In the supplied file, </w:t>
      </w:r>
      <w:proofErr w:type="spellStart"/>
      <w:r>
        <w:t>Conveyor.iam</w:t>
      </w:r>
      <w:proofErr w:type="spellEnd"/>
      <w:r>
        <w:t xml:space="preserve">, the layout is named Conveyor </w:t>
      </w:r>
      <w:proofErr w:type="spellStart"/>
      <w:r>
        <w:t>layout</w:t>
      </w:r>
      <w:r w:rsidR="00A114DA">
        <w:t>.ipt</w:t>
      </w:r>
      <w:proofErr w:type="spellEnd"/>
      <w:r>
        <w:t xml:space="preserve"> and is currently not visible.</w:t>
      </w:r>
    </w:p>
    <w:p w:rsidR="00634152" w:rsidRDefault="00634152" w:rsidP="009F2436">
      <w:pPr>
        <w:pStyle w:val="numberedlist"/>
        <w:numPr>
          <w:ilvl w:val="0"/>
          <w:numId w:val="31"/>
        </w:numPr>
        <w:contextualSpacing w:val="0"/>
      </w:pPr>
      <w:r>
        <w:t>As part of the layout, 2 hole</w:t>
      </w:r>
      <w:r w:rsidR="00F33C12">
        <w:t>s are used to assemble the conveyor</w:t>
      </w:r>
      <w:r>
        <w:t>. The holes are located as follows:</w:t>
      </w:r>
    </w:p>
    <w:p w:rsidR="00634152" w:rsidRDefault="00634152" w:rsidP="00634152">
      <w:pPr>
        <w:pStyle w:val="numberedlist"/>
        <w:numPr>
          <w:ilvl w:val="1"/>
          <w:numId w:val="31"/>
        </w:numPr>
        <w:contextualSpacing w:val="0"/>
      </w:pPr>
      <w:r>
        <w:t xml:space="preserve">Height = </w:t>
      </w:r>
      <w:r w:rsidR="006576A9">
        <w:t>660.95mm</w:t>
      </w:r>
    </w:p>
    <w:p w:rsidR="006576A9" w:rsidRDefault="006576A9" w:rsidP="00634152">
      <w:pPr>
        <w:pStyle w:val="numberedlist"/>
        <w:numPr>
          <w:ilvl w:val="1"/>
          <w:numId w:val="31"/>
        </w:numPr>
        <w:contextualSpacing w:val="0"/>
      </w:pPr>
      <w:r>
        <w:t>Width = width/2</w:t>
      </w:r>
    </w:p>
    <w:p w:rsidR="00634152" w:rsidRPr="00634152" w:rsidRDefault="0067173F" w:rsidP="00634152">
      <w:pPr>
        <w:pStyle w:val="numberedlist"/>
        <w:numPr>
          <w:ilvl w:val="0"/>
          <w:numId w:val="31"/>
        </w:numPr>
        <w:contextualSpacing w:val="0"/>
      </w:pPr>
      <w:r>
        <w:t xml:space="preserve">Using the layout as the basis for your solution, create a work flow to quickly generate </w:t>
      </w:r>
      <w:r w:rsidR="00A114DA">
        <w:t>3</w:t>
      </w:r>
      <w:r>
        <w:t xml:space="preserve"> different conveyor size</w:t>
      </w:r>
      <w:r w:rsidR="00A114DA">
        <w:t>s</w:t>
      </w:r>
      <w:r>
        <w:t>.</w:t>
      </w:r>
    </w:p>
    <w:p w:rsidR="00837DAA" w:rsidRPr="005642D1" w:rsidRDefault="0016260A" w:rsidP="00837DAA">
      <w:pPr>
        <w:pStyle w:val="Heading2"/>
      </w:pPr>
      <w:r>
        <w:t>PRINTOUTS FOR</w:t>
      </w:r>
      <w:r w:rsidR="00837DAA">
        <w:t xml:space="preserve"> PROJECT 2</w:t>
      </w:r>
    </w:p>
    <w:p w:rsidR="00EF28E3" w:rsidRDefault="0016260A" w:rsidP="0016260A">
      <w:pPr>
        <w:pStyle w:val="numberedlist"/>
        <w:numPr>
          <w:ilvl w:val="0"/>
          <w:numId w:val="27"/>
        </w:numPr>
        <w:contextualSpacing w:val="0"/>
      </w:pPr>
      <w:r>
        <w:t>On an A4 sheet, print the spreadsheet used to generate</w:t>
      </w:r>
      <w:r w:rsidR="0067173F">
        <w:t xml:space="preserve"> the </w:t>
      </w:r>
      <w:r w:rsidR="002E5700">
        <w:t xml:space="preserve">different </w:t>
      </w:r>
      <w:r w:rsidR="00634152">
        <w:t>conveyors</w:t>
      </w:r>
      <w:r w:rsidR="00E77442">
        <w:t>.</w:t>
      </w:r>
    </w:p>
    <w:p w:rsidR="00381456" w:rsidRDefault="00381456" w:rsidP="00381456">
      <w:pPr>
        <w:pStyle w:val="Heading2"/>
      </w:pPr>
      <w:r>
        <w:t>CREATE RENDERED IMAGES FOR PROJECT 2</w:t>
      </w:r>
    </w:p>
    <w:p w:rsidR="00381456" w:rsidRDefault="00381456" w:rsidP="00381456">
      <w:pPr>
        <w:pStyle w:val="numberedlist"/>
        <w:numPr>
          <w:ilvl w:val="0"/>
          <w:numId w:val="38"/>
        </w:numPr>
        <w:ind w:left="720"/>
        <w:outlineLvl w:val="0"/>
      </w:pPr>
      <w:r>
        <w:t>Using Inventor Studio, create rendered images as follows:</w:t>
      </w:r>
    </w:p>
    <w:p w:rsidR="00381456" w:rsidRDefault="00381456" w:rsidP="00381456">
      <w:pPr>
        <w:pStyle w:val="numberedlist"/>
        <w:numPr>
          <w:ilvl w:val="0"/>
          <w:numId w:val="42"/>
        </w:numPr>
      </w:pPr>
      <w:r>
        <w:t>Individual image</w:t>
      </w:r>
      <w:r w:rsidR="00DB7484">
        <w:t>s</w:t>
      </w:r>
      <w:r>
        <w:t xml:space="preserve"> </w:t>
      </w:r>
      <w:r w:rsidR="0067173F">
        <w:t>of the 3 conveyor’s</w:t>
      </w:r>
      <w:r>
        <w:t>.</w:t>
      </w:r>
    </w:p>
    <w:p w:rsidR="00381456" w:rsidRDefault="001B2545" w:rsidP="00381456">
      <w:pPr>
        <w:pStyle w:val="numberedlist"/>
        <w:numPr>
          <w:ilvl w:val="0"/>
          <w:numId w:val="42"/>
        </w:numPr>
      </w:pPr>
      <w:r>
        <w:t>Image size: 640 x 480</w:t>
      </w:r>
      <w:r w:rsidR="00381456">
        <w:t>.</w:t>
      </w:r>
    </w:p>
    <w:p w:rsidR="00381456" w:rsidRDefault="00381456" w:rsidP="00381456">
      <w:pPr>
        <w:pStyle w:val="numberedlist"/>
        <w:numPr>
          <w:ilvl w:val="0"/>
          <w:numId w:val="42"/>
        </w:numPr>
      </w:pPr>
      <w:r>
        <w:t>Save the files in PNG format using the competition file naming convention.</w:t>
      </w:r>
    </w:p>
    <w:p w:rsidR="00381456" w:rsidRDefault="00381456" w:rsidP="00381456">
      <w:pPr>
        <w:pStyle w:val="numberedlist"/>
      </w:pPr>
    </w:p>
    <w:p w:rsidR="006A3D2C" w:rsidRDefault="006A3D2C" w:rsidP="00381456">
      <w:pPr>
        <w:pStyle w:val="numberedlist"/>
      </w:pPr>
    </w:p>
    <w:p w:rsidR="006A3D2C" w:rsidRDefault="006A3D2C" w:rsidP="00381456">
      <w:pPr>
        <w:pStyle w:val="numberedlist"/>
      </w:pPr>
    </w:p>
    <w:p w:rsidR="006A3D2C" w:rsidRDefault="006A3D2C" w:rsidP="00381456">
      <w:pPr>
        <w:pStyle w:val="numberedlist"/>
      </w:pPr>
    </w:p>
    <w:p w:rsidR="006A3D2C" w:rsidRDefault="006A3D2C" w:rsidP="00381456">
      <w:pPr>
        <w:pStyle w:val="numberedlist"/>
      </w:pPr>
    </w:p>
    <w:p w:rsidR="006A3D2C" w:rsidRDefault="006A3D2C" w:rsidP="00381456">
      <w:pPr>
        <w:pStyle w:val="numberedlist"/>
      </w:pPr>
    </w:p>
    <w:p w:rsidR="006A3D2C" w:rsidRDefault="006A3D2C" w:rsidP="00381456">
      <w:pPr>
        <w:pStyle w:val="numberedlist"/>
      </w:pPr>
    </w:p>
    <w:p w:rsidR="00CE6B36" w:rsidRDefault="00CE6B36" w:rsidP="00CE6B36">
      <w:pPr>
        <w:pStyle w:val="Heading1"/>
      </w:pPr>
      <w:r>
        <w:lastRenderedPageBreak/>
        <w:t>Marking scheme</w:t>
      </w:r>
    </w:p>
    <w:tbl>
      <w:tblPr>
        <w:tblStyle w:val="TableGrid"/>
        <w:tblW w:w="6498" w:type="dxa"/>
        <w:tblLook w:val="04A0" w:firstRow="1" w:lastRow="0" w:firstColumn="1" w:lastColumn="0" w:noHBand="0" w:noVBand="1"/>
      </w:tblPr>
      <w:tblGrid>
        <w:gridCol w:w="1368"/>
        <w:gridCol w:w="3150"/>
        <w:gridCol w:w="990"/>
        <w:gridCol w:w="990"/>
      </w:tblGrid>
      <w:tr w:rsidR="00602D6D" w:rsidRPr="00344F2E" w:rsidTr="00C92025">
        <w:tc>
          <w:tcPr>
            <w:tcW w:w="1368" w:type="dxa"/>
          </w:tcPr>
          <w:p w:rsidR="00602D6D" w:rsidRDefault="00602D6D" w:rsidP="00A67217">
            <w:pPr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3150" w:type="dxa"/>
          </w:tcPr>
          <w:p w:rsidR="00602D6D" w:rsidRPr="00344F2E" w:rsidRDefault="00602D6D" w:rsidP="00A67217">
            <w:pPr>
              <w:rPr>
                <w:b/>
              </w:rPr>
            </w:pPr>
            <w:r>
              <w:rPr>
                <w:b/>
              </w:rPr>
              <w:t>SUB-CRITERION</w:t>
            </w:r>
          </w:p>
        </w:tc>
        <w:tc>
          <w:tcPr>
            <w:tcW w:w="1980" w:type="dxa"/>
            <w:gridSpan w:val="2"/>
          </w:tcPr>
          <w:p w:rsidR="00602D6D" w:rsidRDefault="00602D6D" w:rsidP="00602D6D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602D6D" w:rsidTr="00602D6D">
        <w:tc>
          <w:tcPr>
            <w:tcW w:w="1368" w:type="dxa"/>
          </w:tcPr>
          <w:p w:rsidR="00602D6D" w:rsidRDefault="00602D6D" w:rsidP="00A67217">
            <w:r>
              <w:t>C1</w:t>
            </w:r>
          </w:p>
        </w:tc>
        <w:tc>
          <w:tcPr>
            <w:tcW w:w="3150" w:type="dxa"/>
          </w:tcPr>
          <w:p w:rsidR="00602D6D" w:rsidRDefault="00602D6D" w:rsidP="00A67217">
            <w:r>
              <w:t>Fulfilment of the Design Brief</w:t>
            </w:r>
          </w:p>
        </w:tc>
        <w:tc>
          <w:tcPr>
            <w:tcW w:w="990" w:type="dxa"/>
          </w:tcPr>
          <w:p w:rsidR="000F26D6" w:rsidRDefault="009B687B" w:rsidP="00A67217">
            <w:r>
              <w:t>12.5</w:t>
            </w:r>
          </w:p>
        </w:tc>
        <w:tc>
          <w:tcPr>
            <w:tcW w:w="990" w:type="dxa"/>
          </w:tcPr>
          <w:p w:rsidR="00DA0DA1" w:rsidRDefault="00046315" w:rsidP="0031314B">
            <w:r>
              <w:t>2</w:t>
            </w:r>
          </w:p>
        </w:tc>
      </w:tr>
      <w:tr w:rsidR="00602D6D" w:rsidTr="00602D6D">
        <w:tc>
          <w:tcPr>
            <w:tcW w:w="1368" w:type="dxa"/>
          </w:tcPr>
          <w:p w:rsidR="00602D6D" w:rsidRDefault="00602D6D" w:rsidP="00A67217">
            <w:r>
              <w:t>C2</w:t>
            </w:r>
          </w:p>
        </w:tc>
        <w:tc>
          <w:tcPr>
            <w:tcW w:w="3150" w:type="dxa"/>
          </w:tcPr>
          <w:p w:rsidR="00602D6D" w:rsidRDefault="00602D6D" w:rsidP="00A67217">
            <w:r>
              <w:t>Physical simulation</w:t>
            </w:r>
          </w:p>
        </w:tc>
        <w:tc>
          <w:tcPr>
            <w:tcW w:w="990" w:type="dxa"/>
          </w:tcPr>
          <w:p w:rsidR="00046315" w:rsidRDefault="009B687B" w:rsidP="00A67217">
            <w:r>
              <w:t>6</w:t>
            </w:r>
          </w:p>
        </w:tc>
        <w:tc>
          <w:tcPr>
            <w:tcW w:w="990" w:type="dxa"/>
          </w:tcPr>
          <w:p w:rsidR="00602D6D" w:rsidRDefault="006A40F4" w:rsidP="0031314B">
            <w:r>
              <w:t>0</w:t>
            </w:r>
          </w:p>
        </w:tc>
      </w:tr>
      <w:tr w:rsidR="00602D6D" w:rsidTr="00602D6D">
        <w:tc>
          <w:tcPr>
            <w:tcW w:w="1368" w:type="dxa"/>
          </w:tcPr>
          <w:p w:rsidR="00602D6D" w:rsidRDefault="00602D6D" w:rsidP="00A67217">
            <w:r>
              <w:t>C3</w:t>
            </w:r>
          </w:p>
        </w:tc>
        <w:tc>
          <w:tcPr>
            <w:tcW w:w="3150" w:type="dxa"/>
          </w:tcPr>
          <w:p w:rsidR="00602D6D" w:rsidRDefault="00602D6D" w:rsidP="00A67217">
            <w:r>
              <w:t>Exploded view simulation</w:t>
            </w:r>
          </w:p>
        </w:tc>
        <w:tc>
          <w:tcPr>
            <w:tcW w:w="990" w:type="dxa"/>
          </w:tcPr>
          <w:p w:rsidR="00602D6D" w:rsidRDefault="00046315" w:rsidP="00A67217">
            <w:r>
              <w:t>2</w:t>
            </w:r>
            <w:r w:rsidR="009B1671">
              <w:t>.5</w:t>
            </w:r>
          </w:p>
        </w:tc>
        <w:tc>
          <w:tcPr>
            <w:tcW w:w="990" w:type="dxa"/>
          </w:tcPr>
          <w:p w:rsidR="00602D6D" w:rsidRDefault="006A40F4" w:rsidP="0031314B">
            <w:r>
              <w:t>0</w:t>
            </w:r>
          </w:p>
        </w:tc>
      </w:tr>
      <w:tr w:rsidR="00602D6D" w:rsidTr="00602D6D">
        <w:tc>
          <w:tcPr>
            <w:tcW w:w="1368" w:type="dxa"/>
          </w:tcPr>
          <w:p w:rsidR="00602D6D" w:rsidRDefault="00602D6D" w:rsidP="00A67217">
            <w:r>
              <w:t>C4</w:t>
            </w:r>
          </w:p>
        </w:tc>
        <w:tc>
          <w:tcPr>
            <w:tcW w:w="3150" w:type="dxa"/>
          </w:tcPr>
          <w:p w:rsidR="00602D6D" w:rsidRDefault="00602D6D" w:rsidP="00A67217">
            <w:r>
              <w:t>Photo rendering</w:t>
            </w:r>
          </w:p>
        </w:tc>
        <w:tc>
          <w:tcPr>
            <w:tcW w:w="990" w:type="dxa"/>
          </w:tcPr>
          <w:p w:rsidR="00602D6D" w:rsidRDefault="00FD07D5" w:rsidP="00A67217">
            <w:r>
              <w:t>0.5</w:t>
            </w:r>
          </w:p>
        </w:tc>
        <w:tc>
          <w:tcPr>
            <w:tcW w:w="990" w:type="dxa"/>
          </w:tcPr>
          <w:p w:rsidR="00602D6D" w:rsidRDefault="006A3D2C" w:rsidP="0031314B">
            <w:r>
              <w:t>1</w:t>
            </w:r>
            <w:r w:rsidR="00FC6AE4">
              <w:t>.5</w:t>
            </w:r>
          </w:p>
        </w:tc>
      </w:tr>
      <w:tr w:rsidR="00602D6D" w:rsidTr="00602D6D"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602D6D" w:rsidRPr="007B3145" w:rsidRDefault="00602D6D" w:rsidP="00A67217">
            <w:pPr>
              <w:jc w:val="right"/>
            </w:pPr>
          </w:p>
        </w:tc>
        <w:tc>
          <w:tcPr>
            <w:tcW w:w="3150" w:type="dxa"/>
            <w:tcBorders>
              <w:bottom w:val="single" w:sz="4" w:space="0" w:color="000000" w:themeColor="text1"/>
            </w:tcBorders>
          </w:tcPr>
          <w:p w:rsidR="00602D6D" w:rsidRDefault="00602D6D" w:rsidP="00A67217">
            <w:pPr>
              <w:jc w:val="right"/>
            </w:pPr>
            <w:r>
              <w:rPr>
                <w:b/>
              </w:rPr>
              <w:t>Sub-</w:t>
            </w:r>
            <w:r w:rsidRPr="00782098">
              <w:rPr>
                <w:b/>
              </w:rPr>
              <w:t>Total</w:t>
            </w:r>
            <w:r>
              <w:t>:</w:t>
            </w: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046315" w:rsidRDefault="00046315" w:rsidP="00A67217">
            <w:r>
              <w:t>2</w:t>
            </w:r>
            <w:r w:rsidR="009B687B">
              <w:t>1.5</w:t>
            </w: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602D6D" w:rsidRDefault="00FA2D88" w:rsidP="00A67217">
            <w:r>
              <w:t>3</w:t>
            </w:r>
            <w:r w:rsidR="00046315">
              <w:t>.5</w:t>
            </w:r>
          </w:p>
        </w:tc>
      </w:tr>
      <w:tr w:rsidR="00046315" w:rsidTr="00602D6D"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046315" w:rsidRPr="007B3145" w:rsidRDefault="00046315" w:rsidP="00A67217">
            <w:pPr>
              <w:jc w:val="right"/>
            </w:pPr>
          </w:p>
        </w:tc>
        <w:tc>
          <w:tcPr>
            <w:tcW w:w="3150" w:type="dxa"/>
            <w:tcBorders>
              <w:bottom w:val="single" w:sz="4" w:space="0" w:color="000000" w:themeColor="text1"/>
            </w:tcBorders>
          </w:tcPr>
          <w:p w:rsidR="00046315" w:rsidRPr="008A4003" w:rsidRDefault="008A4003" w:rsidP="00A67217">
            <w:pPr>
              <w:jc w:val="right"/>
              <w:rPr>
                <w:b/>
              </w:rPr>
            </w:pPr>
            <w:r w:rsidRPr="008A4003">
              <w:rPr>
                <w:b/>
              </w:rPr>
              <w:t>Project</w:t>
            </w: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046315" w:rsidRDefault="00046315" w:rsidP="00A67217">
            <w:r>
              <w:t>PROJ1</w:t>
            </w: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046315" w:rsidRDefault="00046315" w:rsidP="00A67217">
            <w:r>
              <w:t>PROJ2</w:t>
            </w:r>
          </w:p>
        </w:tc>
      </w:tr>
      <w:tr w:rsidR="00602D6D" w:rsidTr="004B223C">
        <w:tc>
          <w:tcPr>
            <w:tcW w:w="1368" w:type="dxa"/>
            <w:tcBorders>
              <w:left w:val="nil"/>
              <w:bottom w:val="nil"/>
            </w:tcBorders>
          </w:tcPr>
          <w:p w:rsidR="00602D6D" w:rsidRPr="007B3145" w:rsidRDefault="00602D6D" w:rsidP="00A67217">
            <w:pPr>
              <w:jc w:val="right"/>
            </w:pPr>
          </w:p>
        </w:tc>
        <w:tc>
          <w:tcPr>
            <w:tcW w:w="3150" w:type="dxa"/>
            <w:tcBorders>
              <w:bottom w:val="single" w:sz="4" w:space="0" w:color="000000" w:themeColor="text1"/>
            </w:tcBorders>
          </w:tcPr>
          <w:p w:rsidR="00602D6D" w:rsidRDefault="00602D6D" w:rsidP="00A67217">
            <w:pPr>
              <w:jc w:val="right"/>
              <w:rPr>
                <w:b/>
              </w:rPr>
            </w:pPr>
            <w:r>
              <w:rPr>
                <w:b/>
              </w:rPr>
              <w:t>Total</w:t>
            </w:r>
            <w:r w:rsidR="007B3145">
              <w:rPr>
                <w:b/>
              </w:rPr>
              <w:t>:</w:t>
            </w:r>
          </w:p>
        </w:tc>
        <w:tc>
          <w:tcPr>
            <w:tcW w:w="1980" w:type="dxa"/>
            <w:gridSpan w:val="2"/>
            <w:tcBorders>
              <w:bottom w:val="single" w:sz="4" w:space="0" w:color="000000" w:themeColor="text1"/>
            </w:tcBorders>
          </w:tcPr>
          <w:p w:rsidR="00602D6D" w:rsidRDefault="00602D6D" w:rsidP="00602D6D">
            <w:pPr>
              <w:jc w:val="center"/>
            </w:pPr>
            <w:r>
              <w:t>2</w:t>
            </w:r>
            <w:r w:rsidR="00046315">
              <w:t>5</w:t>
            </w:r>
          </w:p>
        </w:tc>
      </w:tr>
    </w:tbl>
    <w:p w:rsidR="00CA77A1" w:rsidRPr="00CA77A1" w:rsidRDefault="00CA77A1" w:rsidP="00CA77A1">
      <w:bookmarkStart w:id="4" w:name="_GoBack"/>
      <w:bookmarkEnd w:id="4"/>
    </w:p>
    <w:sectPr w:rsidR="00CA77A1" w:rsidRPr="00CA77A1" w:rsidSect="00F56128">
      <w:headerReference w:type="default" r:id="rId9"/>
      <w:footerReference w:type="default" r:id="rId10"/>
      <w:pgSz w:w="11907" w:h="16839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A05" w:rsidRDefault="00446A05" w:rsidP="00A11118">
      <w:r>
        <w:separator/>
      </w:r>
    </w:p>
  </w:endnote>
  <w:endnote w:type="continuationSeparator" w:id="0">
    <w:p w:rsidR="00446A05" w:rsidRDefault="00446A05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quare721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4" w:type="dxa"/>
      <w:tblLook w:val="0000" w:firstRow="0" w:lastRow="0" w:firstColumn="0" w:lastColumn="0" w:noHBand="0" w:noVBand="0"/>
    </w:tblPr>
    <w:tblGrid>
      <w:gridCol w:w="2088"/>
      <w:gridCol w:w="6120"/>
      <w:gridCol w:w="1646"/>
    </w:tblGrid>
    <w:tr w:rsidR="00CE6B36" w:rsidTr="00877C79">
      <w:trPr>
        <w:cantSplit/>
      </w:trPr>
      <w:tc>
        <w:tcPr>
          <w:tcW w:w="2088" w:type="dxa"/>
        </w:tcPr>
        <w:p w:rsidR="00CE6B36" w:rsidRDefault="00CE6B36" w:rsidP="00877C79">
          <w:pPr>
            <w:pStyle w:val="Footer"/>
            <w:rPr>
              <w:sz w:val="16"/>
            </w:rPr>
          </w:pPr>
        </w:p>
        <w:p w:rsidR="00CE6B36" w:rsidRDefault="00CE6B36" w:rsidP="00877C79">
          <w:pPr>
            <w:pStyle w:val="Footer"/>
            <w:rPr>
              <w:sz w:val="16"/>
            </w:rPr>
          </w:pPr>
        </w:p>
        <w:p w:rsidR="00CE6B36" w:rsidRDefault="00C961C8" w:rsidP="00877C79">
          <w:pPr>
            <w:pStyle w:val="Footer"/>
            <w:rPr>
              <w:sz w:val="16"/>
            </w:rPr>
          </w:pPr>
          <w:r>
            <w:rPr>
              <w:sz w:val="16"/>
            </w:rPr>
            <w:t>WSC2013</w:t>
          </w:r>
          <w:r w:rsidR="00991D02">
            <w:rPr>
              <w:sz w:val="16"/>
            </w:rPr>
            <w:t>_TP05_M3</w:t>
          </w:r>
          <w:r w:rsidR="00CE6B36">
            <w:rPr>
              <w:sz w:val="16"/>
            </w:rPr>
            <w:t>_EN</w:t>
          </w:r>
        </w:p>
      </w:tc>
      <w:tc>
        <w:tcPr>
          <w:tcW w:w="6120" w:type="dxa"/>
        </w:tcPr>
        <w:p w:rsidR="00CE6B36" w:rsidRPr="00AF5A9A" w:rsidRDefault="00CE6B36" w:rsidP="00877C79">
          <w:pPr>
            <w:jc w:val="center"/>
            <w:rPr>
              <w:rFonts w:ascii="Calibri" w:hAnsi="Calibri"/>
              <w:sz w:val="16"/>
              <w:szCs w:val="16"/>
              <w:lang w:val="en-US"/>
            </w:rPr>
          </w:pPr>
          <w:r w:rsidRPr="00AF5A9A">
            <w:rPr>
              <w:sz w:val="16"/>
              <w:szCs w:val="16"/>
              <w:lang w:val="en-US"/>
            </w:rPr>
            <w:t xml:space="preserve">© </w:t>
          </w:r>
          <w:proofErr w:type="spellStart"/>
          <w:r w:rsidRPr="00AF5A9A">
            <w:rPr>
              <w:sz w:val="16"/>
              <w:szCs w:val="16"/>
              <w:lang w:val="en-US"/>
            </w:rPr>
            <w:t>WorldSkills</w:t>
          </w:r>
          <w:proofErr w:type="spellEnd"/>
          <w:r w:rsidRPr="00AF5A9A">
            <w:rPr>
              <w:sz w:val="16"/>
              <w:szCs w:val="16"/>
              <w:lang w:val="en-US"/>
            </w:rPr>
            <w:t xml:space="preserve"> International (WSI) reserves all rights in documents developed for or on behalf of WSI, including translation and electronic distribution. This material may be reproduced for non-commercial vocational and educational purposes provided that the </w:t>
          </w:r>
          <w:proofErr w:type="spellStart"/>
          <w:r w:rsidRPr="00AF5A9A">
            <w:rPr>
              <w:sz w:val="16"/>
              <w:szCs w:val="16"/>
              <w:lang w:val="en-US"/>
            </w:rPr>
            <w:t>WorldSkills</w:t>
          </w:r>
          <w:proofErr w:type="spellEnd"/>
          <w:r w:rsidRPr="00AF5A9A">
            <w:rPr>
              <w:sz w:val="16"/>
              <w:szCs w:val="16"/>
              <w:lang w:val="en-US"/>
            </w:rPr>
            <w:t xml:space="preserve"> International logo and copyright notice are left in place.</w:t>
          </w:r>
        </w:p>
      </w:tc>
      <w:tc>
        <w:tcPr>
          <w:tcW w:w="1646" w:type="dxa"/>
        </w:tcPr>
        <w:p w:rsidR="00CE6B36" w:rsidRDefault="00CE6B36" w:rsidP="00877C79">
          <w:pPr>
            <w:pStyle w:val="Footer"/>
            <w:rPr>
              <w:rStyle w:val="PageNumber"/>
            </w:rPr>
          </w:pPr>
        </w:p>
        <w:p w:rsidR="00CE6B36" w:rsidRDefault="00CE6B36" w:rsidP="00877C79">
          <w:pPr>
            <w:pStyle w:val="Footer"/>
            <w:jc w:val="right"/>
            <w:rPr>
              <w:rStyle w:val="PageNumber"/>
            </w:rPr>
          </w:pPr>
        </w:p>
        <w:p w:rsidR="00CE6B36" w:rsidRDefault="00F84985" w:rsidP="00877C79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 w:rsidR="00CE6B36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A114DA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 w:rsidR="00CE6B36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CE6B36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A114DA"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</w:p>
      </w:tc>
    </w:tr>
  </w:tbl>
  <w:p w:rsidR="0021063C" w:rsidRDefault="0021063C" w:rsidP="00A11118">
    <w:pPr>
      <w:pStyle w:val="footer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348"/>
      <w:gridCol w:w="2897"/>
      <w:gridCol w:w="2394"/>
    </w:tblGrid>
    <w:tr w:rsidR="00CE6B36" w:rsidTr="00877C79">
      <w:trPr>
        <w:cantSplit/>
      </w:trPr>
      <w:tc>
        <w:tcPr>
          <w:tcW w:w="4428" w:type="dxa"/>
        </w:tcPr>
        <w:p w:rsidR="00CE6B36" w:rsidRDefault="00CE6B36" w:rsidP="00877C79">
          <w:pPr>
            <w:pStyle w:val="Footer"/>
            <w:rPr>
              <w:sz w:val="16"/>
            </w:rPr>
          </w:pPr>
        </w:p>
      </w:tc>
      <w:tc>
        <w:tcPr>
          <w:tcW w:w="2962" w:type="dxa"/>
        </w:tcPr>
        <w:p w:rsidR="00CE6B36" w:rsidRDefault="00CE6B36" w:rsidP="00877C79">
          <w:pPr>
            <w:pStyle w:val="Footer"/>
            <w:rPr>
              <w:sz w:val="16"/>
            </w:rPr>
          </w:pPr>
        </w:p>
      </w:tc>
      <w:tc>
        <w:tcPr>
          <w:tcW w:w="2464" w:type="dxa"/>
        </w:tcPr>
        <w:p w:rsidR="00CE6B36" w:rsidRDefault="00CE6B36" w:rsidP="00877C79">
          <w:pPr>
            <w:pStyle w:val="Footer"/>
            <w:rPr>
              <w:sz w:val="16"/>
            </w:rPr>
          </w:pPr>
        </w:p>
      </w:tc>
    </w:tr>
    <w:tr w:rsidR="00CE6B36" w:rsidTr="00877C79">
      <w:trPr>
        <w:cantSplit/>
      </w:trPr>
      <w:tc>
        <w:tcPr>
          <w:tcW w:w="4428" w:type="dxa"/>
        </w:tcPr>
        <w:p w:rsidR="00CE6B36" w:rsidRPr="00591785" w:rsidRDefault="00CE6B36" w:rsidP="00877C79">
          <w:pPr>
            <w:pStyle w:val="Footer"/>
            <w:rPr>
              <w:sz w:val="16"/>
              <w:lang w:val="en-US"/>
            </w:rPr>
          </w:pPr>
          <w:r w:rsidRPr="00591785">
            <w:rPr>
              <w:sz w:val="16"/>
              <w:lang w:val="en-US"/>
            </w:rPr>
            <w:t>Te</w:t>
          </w:r>
          <w:r w:rsidR="00F9586F">
            <w:rPr>
              <w:sz w:val="16"/>
              <w:lang w:val="en-US"/>
            </w:rPr>
            <w:t>st Project proposal for S</w:t>
          </w:r>
          <w:r w:rsidR="008F12A8">
            <w:rPr>
              <w:sz w:val="16"/>
              <w:lang w:val="en-US"/>
            </w:rPr>
            <w:t>kill 05</w:t>
          </w:r>
        </w:p>
        <w:p w:rsidR="00CE6B36" w:rsidRPr="00591785" w:rsidRDefault="00C961C8" w:rsidP="00877C79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WSC2013</w:t>
          </w:r>
          <w:r w:rsidR="00991D02">
            <w:rPr>
              <w:sz w:val="16"/>
              <w:lang w:val="de-DE"/>
            </w:rPr>
            <w:t>_TP05_M3</w:t>
          </w:r>
          <w:r w:rsidR="00CE6B36" w:rsidRPr="00591785">
            <w:rPr>
              <w:sz w:val="16"/>
              <w:lang w:val="de-DE"/>
            </w:rPr>
            <w:t>_EN</w:t>
          </w:r>
        </w:p>
      </w:tc>
      <w:tc>
        <w:tcPr>
          <w:tcW w:w="2962" w:type="dxa"/>
        </w:tcPr>
        <w:p w:rsidR="00CE6B36" w:rsidRPr="00127BA6" w:rsidRDefault="00F13DBB" w:rsidP="00877C79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Version: 1.1</w:t>
          </w:r>
        </w:p>
        <w:p w:rsidR="00CE6B36" w:rsidRPr="00127BA6" w:rsidRDefault="00EA0827" w:rsidP="00877C79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29/05/2013</w:t>
          </w:r>
        </w:p>
      </w:tc>
      <w:tc>
        <w:tcPr>
          <w:tcW w:w="2464" w:type="dxa"/>
        </w:tcPr>
        <w:p w:rsidR="00CE6B36" w:rsidRPr="00127BA6" w:rsidRDefault="00CE6B36" w:rsidP="00877C79">
          <w:pPr>
            <w:pStyle w:val="Footer"/>
            <w:jc w:val="right"/>
            <w:rPr>
              <w:rStyle w:val="PageNumber"/>
              <w:lang w:val="fr-FR"/>
            </w:rPr>
          </w:pPr>
        </w:p>
        <w:p w:rsidR="00CE6B36" w:rsidRDefault="00F84985" w:rsidP="00877C79">
          <w:pPr>
            <w:pStyle w:val="Footer"/>
            <w:jc w:val="right"/>
            <w:rPr>
              <w:sz w:val="16"/>
            </w:rPr>
          </w:pPr>
          <w:r>
            <w:rPr>
              <w:rStyle w:val="PageNumber"/>
            </w:rPr>
            <w:fldChar w:fldCharType="begin"/>
          </w:r>
          <w:r w:rsidR="00CE6B36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9B687B"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  <w:r w:rsidR="00CE6B36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CE6B36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9B687B"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</w:p>
      </w:tc>
    </w:tr>
  </w:tbl>
  <w:p w:rsidR="0021063C" w:rsidRPr="000A556C" w:rsidRDefault="0021063C" w:rsidP="00A11118">
    <w:pPr>
      <w:pStyle w:val="footer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A05" w:rsidRDefault="00446A05" w:rsidP="00A11118">
      <w:r>
        <w:separator/>
      </w:r>
    </w:p>
  </w:footnote>
  <w:footnote w:type="continuationSeparator" w:id="0">
    <w:p w:rsidR="00446A05" w:rsidRDefault="00446A05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3C" w:rsidRDefault="0034328E" w:rsidP="00A11118">
    <w:pPr>
      <w:pStyle w:val="Header"/>
      <w:jc w:val="right"/>
    </w:pPr>
    <w:r>
      <w:rPr>
        <w:noProof/>
        <w:lang w:val="en-US"/>
      </w:rPr>
      <w:drawing>
        <wp:inline distT="0" distB="0" distL="0" distR="0">
          <wp:extent cx="1280160" cy="1097280"/>
          <wp:effectExtent l="19050" t="0" r="0" b="0"/>
          <wp:docPr id="3" name="Picture 2" descr="WSI_logo_r200_3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3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0160" cy="10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3C" w:rsidRDefault="0021063C" w:rsidP="00A11118">
    <w:pPr>
      <w:pStyle w:val="Header"/>
      <w:jc w:val="right"/>
    </w:pPr>
    <w:r>
      <w:rPr>
        <w:noProof/>
        <w:lang w:val="en-US"/>
      </w:rPr>
      <w:drawing>
        <wp:inline distT="0" distB="0" distL="0" distR="0">
          <wp:extent cx="859536" cy="740664"/>
          <wp:effectExtent l="19050" t="0" r="0" b="0"/>
          <wp:docPr id="1" name="Picture 0" descr="WSI_logo_r200_2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2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9536" cy="740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4D1261"/>
    <w:multiLevelType w:val="hybridMultilevel"/>
    <w:tmpl w:val="A6B055A8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777042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B75E2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82DDE"/>
    <w:multiLevelType w:val="hybridMultilevel"/>
    <w:tmpl w:val="A71443C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54599B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B6E19"/>
    <w:multiLevelType w:val="hybridMultilevel"/>
    <w:tmpl w:val="A97A2266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6C57F06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723FD"/>
    <w:multiLevelType w:val="hybridMultilevel"/>
    <w:tmpl w:val="D0642CF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66A77"/>
    <w:multiLevelType w:val="hybridMultilevel"/>
    <w:tmpl w:val="5972CC9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EE77D06"/>
    <w:multiLevelType w:val="hybridMultilevel"/>
    <w:tmpl w:val="311A37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6FF"/>
    <w:multiLevelType w:val="hybridMultilevel"/>
    <w:tmpl w:val="9CF84862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637953"/>
    <w:multiLevelType w:val="hybridMultilevel"/>
    <w:tmpl w:val="8F9A7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D67FEA"/>
    <w:multiLevelType w:val="hybridMultilevel"/>
    <w:tmpl w:val="89C009B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52805F6"/>
    <w:multiLevelType w:val="hybridMultilevel"/>
    <w:tmpl w:val="67F6CF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37084A"/>
    <w:multiLevelType w:val="hybridMultilevel"/>
    <w:tmpl w:val="C3FE6136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22">
    <w:nsid w:val="43997F0D"/>
    <w:multiLevelType w:val="hybridMultilevel"/>
    <w:tmpl w:val="C4767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CD01744"/>
    <w:multiLevelType w:val="hybridMultilevel"/>
    <w:tmpl w:val="2C3A0C80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16677B"/>
    <w:multiLevelType w:val="hybridMultilevel"/>
    <w:tmpl w:val="57889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336AA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A36AF8"/>
    <w:multiLevelType w:val="hybridMultilevel"/>
    <w:tmpl w:val="9ED26D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F498E"/>
    <w:multiLevelType w:val="hybridMultilevel"/>
    <w:tmpl w:val="3D5697E6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90493"/>
    <w:multiLevelType w:val="hybridMultilevel"/>
    <w:tmpl w:val="65BE8258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592BF8"/>
    <w:multiLevelType w:val="hybridMultilevel"/>
    <w:tmpl w:val="245AF702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C67CE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2109E9"/>
    <w:multiLevelType w:val="hybridMultilevel"/>
    <w:tmpl w:val="63042848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0DA53A5"/>
    <w:multiLevelType w:val="hybridMultilevel"/>
    <w:tmpl w:val="32B0183C"/>
    <w:lvl w:ilvl="0" w:tplc="EB0CA8B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5B14A8"/>
    <w:multiLevelType w:val="hybridMultilevel"/>
    <w:tmpl w:val="C8588618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AFB5DB3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8C67CB"/>
    <w:multiLevelType w:val="hybridMultilevel"/>
    <w:tmpl w:val="4BE27E98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4"/>
  </w:num>
  <w:num w:numId="3">
    <w:abstractNumId w:val="27"/>
  </w:num>
  <w:num w:numId="4">
    <w:abstractNumId w:val="39"/>
  </w:num>
  <w:num w:numId="5">
    <w:abstractNumId w:val="20"/>
  </w:num>
  <w:num w:numId="6">
    <w:abstractNumId w:val="17"/>
  </w:num>
  <w:num w:numId="7">
    <w:abstractNumId w:val="21"/>
  </w:num>
  <w:num w:numId="8">
    <w:abstractNumId w:val="38"/>
  </w:num>
  <w:num w:numId="9">
    <w:abstractNumId w:val="0"/>
  </w:num>
  <w:num w:numId="10">
    <w:abstractNumId w:val="11"/>
  </w:num>
  <w:num w:numId="11">
    <w:abstractNumId w:val="25"/>
  </w:num>
  <w:num w:numId="12">
    <w:abstractNumId w:val="23"/>
  </w:num>
  <w:num w:numId="13">
    <w:abstractNumId w:val="7"/>
  </w:num>
  <w:num w:numId="14">
    <w:abstractNumId w:val="28"/>
  </w:num>
  <w:num w:numId="15">
    <w:abstractNumId w:val="39"/>
  </w:num>
  <w:num w:numId="16">
    <w:abstractNumId w:val="39"/>
    <w:lvlOverride w:ilvl="0">
      <w:startOverride w:val="1"/>
    </w:lvlOverride>
  </w:num>
  <w:num w:numId="17">
    <w:abstractNumId w:val="39"/>
  </w:num>
  <w:num w:numId="18">
    <w:abstractNumId w:val="39"/>
    <w:lvlOverride w:ilvl="0">
      <w:startOverride w:val="1"/>
    </w:lvlOverride>
  </w:num>
  <w:num w:numId="19">
    <w:abstractNumId w:val="39"/>
    <w:lvlOverride w:ilvl="0">
      <w:startOverride w:val="1"/>
    </w:lvlOverride>
  </w:num>
  <w:num w:numId="20">
    <w:abstractNumId w:val="39"/>
    <w:lvlOverride w:ilvl="0">
      <w:startOverride w:val="1"/>
    </w:lvlOverride>
  </w:num>
  <w:num w:numId="21">
    <w:abstractNumId w:val="22"/>
  </w:num>
  <w:num w:numId="22">
    <w:abstractNumId w:val="39"/>
    <w:lvlOverride w:ilvl="0">
      <w:startOverride w:val="1"/>
    </w:lvlOverride>
  </w:num>
  <w:num w:numId="23">
    <w:abstractNumId w:val="30"/>
  </w:num>
  <w:num w:numId="24">
    <w:abstractNumId w:val="33"/>
  </w:num>
  <w:num w:numId="25">
    <w:abstractNumId w:val="37"/>
  </w:num>
  <w:num w:numId="26">
    <w:abstractNumId w:val="9"/>
  </w:num>
  <w:num w:numId="27">
    <w:abstractNumId w:val="31"/>
  </w:num>
  <w:num w:numId="28">
    <w:abstractNumId w:val="6"/>
  </w:num>
  <w:num w:numId="29">
    <w:abstractNumId w:val="2"/>
  </w:num>
  <w:num w:numId="30">
    <w:abstractNumId w:val="29"/>
  </w:num>
  <w:num w:numId="31">
    <w:abstractNumId w:val="5"/>
  </w:num>
  <w:num w:numId="32">
    <w:abstractNumId w:val="10"/>
  </w:num>
  <w:num w:numId="33">
    <w:abstractNumId w:val="34"/>
  </w:num>
  <w:num w:numId="34">
    <w:abstractNumId w:val="19"/>
  </w:num>
  <w:num w:numId="35">
    <w:abstractNumId w:val="35"/>
  </w:num>
  <w:num w:numId="36">
    <w:abstractNumId w:val="36"/>
  </w:num>
  <w:num w:numId="37">
    <w:abstractNumId w:val="12"/>
  </w:num>
  <w:num w:numId="38">
    <w:abstractNumId w:val="18"/>
  </w:num>
  <w:num w:numId="39">
    <w:abstractNumId w:val="1"/>
  </w:num>
  <w:num w:numId="40">
    <w:abstractNumId w:val="13"/>
  </w:num>
  <w:num w:numId="41">
    <w:abstractNumId w:val="4"/>
  </w:num>
  <w:num w:numId="42">
    <w:abstractNumId w:val="32"/>
  </w:num>
  <w:num w:numId="43">
    <w:abstractNumId w:val="40"/>
  </w:num>
  <w:num w:numId="44">
    <w:abstractNumId w:val="16"/>
  </w:num>
  <w:num w:numId="45">
    <w:abstractNumId w:val="3"/>
  </w:num>
  <w:num w:numId="46">
    <w:abstractNumId w:val="26"/>
  </w:num>
  <w:num w:numId="47">
    <w:abstractNumId w:val="15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36"/>
    <w:rsid w:val="00003958"/>
    <w:rsid w:val="00004C40"/>
    <w:rsid w:val="00014570"/>
    <w:rsid w:val="00014B99"/>
    <w:rsid w:val="00034764"/>
    <w:rsid w:val="00036997"/>
    <w:rsid w:val="00041D24"/>
    <w:rsid w:val="00046315"/>
    <w:rsid w:val="000508FC"/>
    <w:rsid w:val="00051AF1"/>
    <w:rsid w:val="00052AE3"/>
    <w:rsid w:val="00057F38"/>
    <w:rsid w:val="00062D37"/>
    <w:rsid w:val="00064874"/>
    <w:rsid w:val="00073514"/>
    <w:rsid w:val="00073C2C"/>
    <w:rsid w:val="00077928"/>
    <w:rsid w:val="000808F0"/>
    <w:rsid w:val="0008779D"/>
    <w:rsid w:val="00087D4A"/>
    <w:rsid w:val="000941B5"/>
    <w:rsid w:val="00096361"/>
    <w:rsid w:val="000B1436"/>
    <w:rsid w:val="000B28F5"/>
    <w:rsid w:val="000B7010"/>
    <w:rsid w:val="000E5425"/>
    <w:rsid w:val="000E656B"/>
    <w:rsid w:val="000F15FC"/>
    <w:rsid w:val="000F26D6"/>
    <w:rsid w:val="000F7D4F"/>
    <w:rsid w:val="00100BBE"/>
    <w:rsid w:val="00110754"/>
    <w:rsid w:val="0011241F"/>
    <w:rsid w:val="00113080"/>
    <w:rsid w:val="00117C96"/>
    <w:rsid w:val="00120705"/>
    <w:rsid w:val="001254A4"/>
    <w:rsid w:val="001324B1"/>
    <w:rsid w:val="00133997"/>
    <w:rsid w:val="00145A0D"/>
    <w:rsid w:val="00146033"/>
    <w:rsid w:val="00156E8B"/>
    <w:rsid w:val="0016260A"/>
    <w:rsid w:val="00164042"/>
    <w:rsid w:val="00181F36"/>
    <w:rsid w:val="0018272B"/>
    <w:rsid w:val="00193406"/>
    <w:rsid w:val="001957A8"/>
    <w:rsid w:val="001B2545"/>
    <w:rsid w:val="001B3FCF"/>
    <w:rsid w:val="001B5B51"/>
    <w:rsid w:val="001B66C3"/>
    <w:rsid w:val="001C4455"/>
    <w:rsid w:val="001D5EA7"/>
    <w:rsid w:val="001D7D3F"/>
    <w:rsid w:val="001E15A2"/>
    <w:rsid w:val="001E261D"/>
    <w:rsid w:val="001F0A66"/>
    <w:rsid w:val="001F6BEC"/>
    <w:rsid w:val="001F7C5F"/>
    <w:rsid w:val="0021063C"/>
    <w:rsid w:val="0022031B"/>
    <w:rsid w:val="002209DA"/>
    <w:rsid w:val="0022481E"/>
    <w:rsid w:val="00225EF3"/>
    <w:rsid w:val="0022790D"/>
    <w:rsid w:val="0023436B"/>
    <w:rsid w:val="002439B7"/>
    <w:rsid w:val="00244901"/>
    <w:rsid w:val="00265F9B"/>
    <w:rsid w:val="00274B16"/>
    <w:rsid w:val="00274BD0"/>
    <w:rsid w:val="00275CAB"/>
    <w:rsid w:val="0028524B"/>
    <w:rsid w:val="00285E45"/>
    <w:rsid w:val="00287305"/>
    <w:rsid w:val="00291297"/>
    <w:rsid w:val="00294CE3"/>
    <w:rsid w:val="002B6EE4"/>
    <w:rsid w:val="002C5872"/>
    <w:rsid w:val="002D2481"/>
    <w:rsid w:val="002D4A7D"/>
    <w:rsid w:val="002E0C0A"/>
    <w:rsid w:val="002E4E30"/>
    <w:rsid w:val="002E5700"/>
    <w:rsid w:val="002F12C3"/>
    <w:rsid w:val="002F3239"/>
    <w:rsid w:val="00301173"/>
    <w:rsid w:val="003122CB"/>
    <w:rsid w:val="00323683"/>
    <w:rsid w:val="00327031"/>
    <w:rsid w:val="0034328E"/>
    <w:rsid w:val="0035282C"/>
    <w:rsid w:val="003577CE"/>
    <w:rsid w:val="003614BD"/>
    <w:rsid w:val="00362D17"/>
    <w:rsid w:val="00363CFC"/>
    <w:rsid w:val="00364CAC"/>
    <w:rsid w:val="00381456"/>
    <w:rsid w:val="00386074"/>
    <w:rsid w:val="00390223"/>
    <w:rsid w:val="0039532F"/>
    <w:rsid w:val="003A1B1A"/>
    <w:rsid w:val="003A6952"/>
    <w:rsid w:val="003B7174"/>
    <w:rsid w:val="003C0DD7"/>
    <w:rsid w:val="003D4B53"/>
    <w:rsid w:val="003E7395"/>
    <w:rsid w:val="003E789D"/>
    <w:rsid w:val="003F1A26"/>
    <w:rsid w:val="003F1B71"/>
    <w:rsid w:val="004060B9"/>
    <w:rsid w:val="00412989"/>
    <w:rsid w:val="00413B08"/>
    <w:rsid w:val="00416FF8"/>
    <w:rsid w:val="00426C0C"/>
    <w:rsid w:val="00426C75"/>
    <w:rsid w:val="00427462"/>
    <w:rsid w:val="00431E88"/>
    <w:rsid w:val="00432C24"/>
    <w:rsid w:val="00436BD1"/>
    <w:rsid w:val="00442D74"/>
    <w:rsid w:val="00446A05"/>
    <w:rsid w:val="00461346"/>
    <w:rsid w:val="00466FEA"/>
    <w:rsid w:val="004743EC"/>
    <w:rsid w:val="00475270"/>
    <w:rsid w:val="00481A0A"/>
    <w:rsid w:val="00483A3F"/>
    <w:rsid w:val="004904E9"/>
    <w:rsid w:val="00492199"/>
    <w:rsid w:val="004932D4"/>
    <w:rsid w:val="004A22A1"/>
    <w:rsid w:val="004B221A"/>
    <w:rsid w:val="004B6A29"/>
    <w:rsid w:val="004E067C"/>
    <w:rsid w:val="004E2030"/>
    <w:rsid w:val="004E2833"/>
    <w:rsid w:val="004E2A13"/>
    <w:rsid w:val="004E36E2"/>
    <w:rsid w:val="004E6CB3"/>
    <w:rsid w:val="005060C0"/>
    <w:rsid w:val="005102FD"/>
    <w:rsid w:val="00531533"/>
    <w:rsid w:val="00532DB4"/>
    <w:rsid w:val="0053547E"/>
    <w:rsid w:val="00543F6C"/>
    <w:rsid w:val="00544046"/>
    <w:rsid w:val="00544BE0"/>
    <w:rsid w:val="005617DE"/>
    <w:rsid w:val="0056224F"/>
    <w:rsid w:val="005630DE"/>
    <w:rsid w:val="005642D1"/>
    <w:rsid w:val="005644A7"/>
    <w:rsid w:val="005943DD"/>
    <w:rsid w:val="00597308"/>
    <w:rsid w:val="005A2A3D"/>
    <w:rsid w:val="005A7230"/>
    <w:rsid w:val="005B0EC4"/>
    <w:rsid w:val="005B6637"/>
    <w:rsid w:val="005B7E34"/>
    <w:rsid w:val="005C0DB4"/>
    <w:rsid w:val="005C1634"/>
    <w:rsid w:val="005C20C2"/>
    <w:rsid w:val="005C3E2B"/>
    <w:rsid w:val="005C4B88"/>
    <w:rsid w:val="005C5BBD"/>
    <w:rsid w:val="005C6504"/>
    <w:rsid w:val="005C7F06"/>
    <w:rsid w:val="005D62AA"/>
    <w:rsid w:val="005E0501"/>
    <w:rsid w:val="005E22F4"/>
    <w:rsid w:val="005E4DE7"/>
    <w:rsid w:val="005F4984"/>
    <w:rsid w:val="00602D6D"/>
    <w:rsid w:val="00634152"/>
    <w:rsid w:val="00640324"/>
    <w:rsid w:val="0064241C"/>
    <w:rsid w:val="00646A9C"/>
    <w:rsid w:val="006576A9"/>
    <w:rsid w:val="0067173F"/>
    <w:rsid w:val="0067250A"/>
    <w:rsid w:val="00680320"/>
    <w:rsid w:val="00680D4B"/>
    <w:rsid w:val="00682E35"/>
    <w:rsid w:val="006A1D39"/>
    <w:rsid w:val="006A1E87"/>
    <w:rsid w:val="006A3D2C"/>
    <w:rsid w:val="006A40F4"/>
    <w:rsid w:val="006B6CC3"/>
    <w:rsid w:val="006B7209"/>
    <w:rsid w:val="006B7994"/>
    <w:rsid w:val="006C6DA0"/>
    <w:rsid w:val="006D2E2B"/>
    <w:rsid w:val="006E5017"/>
    <w:rsid w:val="006F289F"/>
    <w:rsid w:val="006F5F75"/>
    <w:rsid w:val="007019CD"/>
    <w:rsid w:val="00723E86"/>
    <w:rsid w:val="00723FEA"/>
    <w:rsid w:val="00724654"/>
    <w:rsid w:val="007433D6"/>
    <w:rsid w:val="007453A4"/>
    <w:rsid w:val="00750D1D"/>
    <w:rsid w:val="00766F97"/>
    <w:rsid w:val="00767D57"/>
    <w:rsid w:val="00767E06"/>
    <w:rsid w:val="00772E0D"/>
    <w:rsid w:val="0077694E"/>
    <w:rsid w:val="00780600"/>
    <w:rsid w:val="00780884"/>
    <w:rsid w:val="007A372D"/>
    <w:rsid w:val="007B1825"/>
    <w:rsid w:val="007B2003"/>
    <w:rsid w:val="007B3145"/>
    <w:rsid w:val="007B462A"/>
    <w:rsid w:val="007B546D"/>
    <w:rsid w:val="007C3C31"/>
    <w:rsid w:val="007E3F64"/>
    <w:rsid w:val="007E50C5"/>
    <w:rsid w:val="007E593E"/>
    <w:rsid w:val="007F2695"/>
    <w:rsid w:val="007F3526"/>
    <w:rsid w:val="00800020"/>
    <w:rsid w:val="00802198"/>
    <w:rsid w:val="00803FD9"/>
    <w:rsid w:val="00806465"/>
    <w:rsid w:val="00807856"/>
    <w:rsid w:val="0082082C"/>
    <w:rsid w:val="00823F25"/>
    <w:rsid w:val="00832865"/>
    <w:rsid w:val="008347AC"/>
    <w:rsid w:val="00834C03"/>
    <w:rsid w:val="00836222"/>
    <w:rsid w:val="00836688"/>
    <w:rsid w:val="00837264"/>
    <w:rsid w:val="00837DAA"/>
    <w:rsid w:val="00845AC3"/>
    <w:rsid w:val="00850C9F"/>
    <w:rsid w:val="0085789B"/>
    <w:rsid w:val="00863C14"/>
    <w:rsid w:val="00873610"/>
    <w:rsid w:val="008806D8"/>
    <w:rsid w:val="008A4003"/>
    <w:rsid w:val="008A5C5B"/>
    <w:rsid w:val="008A6352"/>
    <w:rsid w:val="008E0EA9"/>
    <w:rsid w:val="008E4615"/>
    <w:rsid w:val="008E46E0"/>
    <w:rsid w:val="008E5CA2"/>
    <w:rsid w:val="008E6E97"/>
    <w:rsid w:val="008F12A8"/>
    <w:rsid w:val="008F72C8"/>
    <w:rsid w:val="00902AC0"/>
    <w:rsid w:val="00904656"/>
    <w:rsid w:val="00905E5D"/>
    <w:rsid w:val="00912677"/>
    <w:rsid w:val="009179DE"/>
    <w:rsid w:val="00944D49"/>
    <w:rsid w:val="00950D88"/>
    <w:rsid w:val="00950F5C"/>
    <w:rsid w:val="00954935"/>
    <w:rsid w:val="00961D58"/>
    <w:rsid w:val="00963161"/>
    <w:rsid w:val="0096573D"/>
    <w:rsid w:val="00965BFD"/>
    <w:rsid w:val="009670A7"/>
    <w:rsid w:val="0096799B"/>
    <w:rsid w:val="00970AC0"/>
    <w:rsid w:val="0097369B"/>
    <w:rsid w:val="00991D02"/>
    <w:rsid w:val="009951FE"/>
    <w:rsid w:val="00995F9B"/>
    <w:rsid w:val="009B1671"/>
    <w:rsid w:val="009B1E04"/>
    <w:rsid w:val="009B687B"/>
    <w:rsid w:val="009C0A7A"/>
    <w:rsid w:val="009C1E5E"/>
    <w:rsid w:val="009C43B9"/>
    <w:rsid w:val="009C4C7D"/>
    <w:rsid w:val="009D18F3"/>
    <w:rsid w:val="009D7652"/>
    <w:rsid w:val="009E5BF3"/>
    <w:rsid w:val="009F2436"/>
    <w:rsid w:val="009F3378"/>
    <w:rsid w:val="009F35FC"/>
    <w:rsid w:val="009F3A44"/>
    <w:rsid w:val="009F3FF5"/>
    <w:rsid w:val="00A02EED"/>
    <w:rsid w:val="00A11118"/>
    <w:rsid w:val="00A114DA"/>
    <w:rsid w:val="00A12C4E"/>
    <w:rsid w:val="00A20650"/>
    <w:rsid w:val="00A220F9"/>
    <w:rsid w:val="00A22991"/>
    <w:rsid w:val="00A43DED"/>
    <w:rsid w:val="00A5158C"/>
    <w:rsid w:val="00A53C38"/>
    <w:rsid w:val="00A557C0"/>
    <w:rsid w:val="00A56598"/>
    <w:rsid w:val="00A62FDC"/>
    <w:rsid w:val="00A71FE7"/>
    <w:rsid w:val="00A7232A"/>
    <w:rsid w:val="00A733FA"/>
    <w:rsid w:val="00A74B6B"/>
    <w:rsid w:val="00A75CB3"/>
    <w:rsid w:val="00A81849"/>
    <w:rsid w:val="00A82BF9"/>
    <w:rsid w:val="00A835ED"/>
    <w:rsid w:val="00A910F7"/>
    <w:rsid w:val="00A97A27"/>
    <w:rsid w:val="00AB1806"/>
    <w:rsid w:val="00AC372B"/>
    <w:rsid w:val="00AC3F43"/>
    <w:rsid w:val="00AE0974"/>
    <w:rsid w:val="00AF70D5"/>
    <w:rsid w:val="00B00C0A"/>
    <w:rsid w:val="00B024BE"/>
    <w:rsid w:val="00B033A5"/>
    <w:rsid w:val="00B034B2"/>
    <w:rsid w:val="00B101AE"/>
    <w:rsid w:val="00B11D6A"/>
    <w:rsid w:val="00B17FCB"/>
    <w:rsid w:val="00B23543"/>
    <w:rsid w:val="00B34C1F"/>
    <w:rsid w:val="00B4157B"/>
    <w:rsid w:val="00B44BD6"/>
    <w:rsid w:val="00B5117B"/>
    <w:rsid w:val="00B544DE"/>
    <w:rsid w:val="00B63021"/>
    <w:rsid w:val="00B73180"/>
    <w:rsid w:val="00B73AB5"/>
    <w:rsid w:val="00B753F7"/>
    <w:rsid w:val="00B76A13"/>
    <w:rsid w:val="00B8096E"/>
    <w:rsid w:val="00B82F94"/>
    <w:rsid w:val="00B868DA"/>
    <w:rsid w:val="00B94762"/>
    <w:rsid w:val="00B94C77"/>
    <w:rsid w:val="00B95131"/>
    <w:rsid w:val="00BA6B2D"/>
    <w:rsid w:val="00BD5290"/>
    <w:rsid w:val="00BE1F36"/>
    <w:rsid w:val="00BE3D0F"/>
    <w:rsid w:val="00BF7491"/>
    <w:rsid w:val="00C05BC3"/>
    <w:rsid w:val="00C15419"/>
    <w:rsid w:val="00C218BB"/>
    <w:rsid w:val="00C3214B"/>
    <w:rsid w:val="00C35B90"/>
    <w:rsid w:val="00C42297"/>
    <w:rsid w:val="00C5335E"/>
    <w:rsid w:val="00C70552"/>
    <w:rsid w:val="00C74A3A"/>
    <w:rsid w:val="00C855CB"/>
    <w:rsid w:val="00C961C8"/>
    <w:rsid w:val="00C97486"/>
    <w:rsid w:val="00CA25F5"/>
    <w:rsid w:val="00CA26AE"/>
    <w:rsid w:val="00CA5A98"/>
    <w:rsid w:val="00CA5F9F"/>
    <w:rsid w:val="00CA77A1"/>
    <w:rsid w:val="00CB180D"/>
    <w:rsid w:val="00CD28DA"/>
    <w:rsid w:val="00CE23A4"/>
    <w:rsid w:val="00CE2878"/>
    <w:rsid w:val="00CE2DD9"/>
    <w:rsid w:val="00CE2E7C"/>
    <w:rsid w:val="00CE6B36"/>
    <w:rsid w:val="00CF293E"/>
    <w:rsid w:val="00CF5C3B"/>
    <w:rsid w:val="00D1034B"/>
    <w:rsid w:val="00D16249"/>
    <w:rsid w:val="00D234B0"/>
    <w:rsid w:val="00D260BC"/>
    <w:rsid w:val="00D310E8"/>
    <w:rsid w:val="00D37581"/>
    <w:rsid w:val="00D433EA"/>
    <w:rsid w:val="00D5642A"/>
    <w:rsid w:val="00D80C51"/>
    <w:rsid w:val="00D83174"/>
    <w:rsid w:val="00D8328C"/>
    <w:rsid w:val="00D848AD"/>
    <w:rsid w:val="00D875E2"/>
    <w:rsid w:val="00D87DCE"/>
    <w:rsid w:val="00DA0DA1"/>
    <w:rsid w:val="00DB0BB5"/>
    <w:rsid w:val="00DB7484"/>
    <w:rsid w:val="00DC05EF"/>
    <w:rsid w:val="00DC3E82"/>
    <w:rsid w:val="00DE406E"/>
    <w:rsid w:val="00DF4C8F"/>
    <w:rsid w:val="00DF6A3A"/>
    <w:rsid w:val="00DF7698"/>
    <w:rsid w:val="00E00193"/>
    <w:rsid w:val="00E0370D"/>
    <w:rsid w:val="00E36FE2"/>
    <w:rsid w:val="00E418D9"/>
    <w:rsid w:val="00E41C24"/>
    <w:rsid w:val="00E41C30"/>
    <w:rsid w:val="00E44A49"/>
    <w:rsid w:val="00E51015"/>
    <w:rsid w:val="00E6510D"/>
    <w:rsid w:val="00E65498"/>
    <w:rsid w:val="00E665C0"/>
    <w:rsid w:val="00E723B5"/>
    <w:rsid w:val="00E77442"/>
    <w:rsid w:val="00E908F5"/>
    <w:rsid w:val="00EA0495"/>
    <w:rsid w:val="00EA0827"/>
    <w:rsid w:val="00EA49F8"/>
    <w:rsid w:val="00EA69CA"/>
    <w:rsid w:val="00EB54FB"/>
    <w:rsid w:val="00EC1F4A"/>
    <w:rsid w:val="00EC3399"/>
    <w:rsid w:val="00EC7B1E"/>
    <w:rsid w:val="00ED25C2"/>
    <w:rsid w:val="00ED6B47"/>
    <w:rsid w:val="00ED74E4"/>
    <w:rsid w:val="00EE0907"/>
    <w:rsid w:val="00EE2BC0"/>
    <w:rsid w:val="00EE4867"/>
    <w:rsid w:val="00EE6316"/>
    <w:rsid w:val="00EF04AD"/>
    <w:rsid w:val="00EF0C23"/>
    <w:rsid w:val="00EF28E3"/>
    <w:rsid w:val="00EF62D2"/>
    <w:rsid w:val="00F00997"/>
    <w:rsid w:val="00F00F0B"/>
    <w:rsid w:val="00F01C6D"/>
    <w:rsid w:val="00F038F9"/>
    <w:rsid w:val="00F0421F"/>
    <w:rsid w:val="00F10637"/>
    <w:rsid w:val="00F1273B"/>
    <w:rsid w:val="00F13DBB"/>
    <w:rsid w:val="00F15D80"/>
    <w:rsid w:val="00F207FA"/>
    <w:rsid w:val="00F254E7"/>
    <w:rsid w:val="00F3367C"/>
    <w:rsid w:val="00F33C12"/>
    <w:rsid w:val="00F409E9"/>
    <w:rsid w:val="00F42C31"/>
    <w:rsid w:val="00F4445B"/>
    <w:rsid w:val="00F47F98"/>
    <w:rsid w:val="00F527DE"/>
    <w:rsid w:val="00F54218"/>
    <w:rsid w:val="00F56128"/>
    <w:rsid w:val="00F63952"/>
    <w:rsid w:val="00F63DD9"/>
    <w:rsid w:val="00F668ED"/>
    <w:rsid w:val="00F8062E"/>
    <w:rsid w:val="00F8473D"/>
    <w:rsid w:val="00F84985"/>
    <w:rsid w:val="00F86BAD"/>
    <w:rsid w:val="00F912AF"/>
    <w:rsid w:val="00F92B61"/>
    <w:rsid w:val="00F92CDB"/>
    <w:rsid w:val="00F9586F"/>
    <w:rsid w:val="00FA2D88"/>
    <w:rsid w:val="00FA728F"/>
    <w:rsid w:val="00FC1241"/>
    <w:rsid w:val="00FC2347"/>
    <w:rsid w:val="00FC43FB"/>
    <w:rsid w:val="00FC492E"/>
    <w:rsid w:val="00FC493F"/>
    <w:rsid w:val="00FC5329"/>
    <w:rsid w:val="00FC6AE4"/>
    <w:rsid w:val="00FD07D5"/>
    <w:rsid w:val="00FD1792"/>
    <w:rsid w:val="00FE13EF"/>
    <w:rsid w:val="00FE50C4"/>
    <w:rsid w:val="00FE6C5B"/>
    <w:rsid w:val="00FE77F4"/>
    <w:rsid w:val="00FF4302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3D492E-2599-4194-9A11-7A459F14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7C0"/>
    <w:pPr>
      <w:spacing w:after="6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 w:line="240" w:lineRule="auto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 w:line="240" w:lineRule="auto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</Template>
  <TotalTime>1201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WorldSkills International Secretariat</Company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Stokie (WSI)</dc:creator>
  <cp:lastModifiedBy>Philip</cp:lastModifiedBy>
  <cp:revision>102</cp:revision>
  <cp:lastPrinted>2011-08-20T20:15:00Z</cp:lastPrinted>
  <dcterms:created xsi:type="dcterms:W3CDTF">2013-05-28T19:54:00Z</dcterms:created>
  <dcterms:modified xsi:type="dcterms:W3CDTF">2013-06-21T20:46:00Z</dcterms:modified>
</cp:coreProperties>
</file>